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2DF6" w:rsidRPr="001E74CB" w:rsidRDefault="006D3FC3" w:rsidP="004D77DA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Manifestazione di Interesse</w:t>
      </w:r>
    </w:p>
    <w:p w:rsidR="006D3FC3" w:rsidRPr="001E74CB" w:rsidRDefault="006D3FC3" w:rsidP="006D3FC3">
      <w:pPr>
        <w:autoSpaceDE w:val="0"/>
        <w:autoSpaceDN w:val="0"/>
        <w:adjustRightInd w:val="0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ANCHE AI SENSI DEGLI ARTT. 46 E 47 DEL D.P.R. 445/2000</w:t>
      </w:r>
    </w:p>
    <w:p w:rsidR="006D3FC3" w:rsidRPr="001E74CB" w:rsidRDefault="006D3FC3" w:rsidP="00A52DF6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</w:p>
    <w:p w:rsidR="00A52DF6" w:rsidRPr="001E74CB" w:rsidRDefault="00A52DF6" w:rsidP="00CA6F52">
      <w:pPr>
        <w:pStyle w:val="Rientrocorpodeltesto2"/>
        <w:spacing w:line="276" w:lineRule="auto"/>
        <w:rPr>
          <w:rFonts w:ascii="Calibri" w:hAnsi="Calibri" w:cs="Calibri"/>
          <w:sz w:val="20"/>
          <w:szCs w:val="20"/>
        </w:rPr>
      </w:pPr>
    </w:p>
    <w:p w:rsidR="00BC2276" w:rsidRPr="00BC2276" w:rsidRDefault="00BC2276" w:rsidP="00BC2276">
      <w:pPr>
        <w:spacing w:line="276" w:lineRule="auto"/>
        <w:ind w:firstLine="6804"/>
        <w:rPr>
          <w:rFonts w:ascii="Arial" w:hAnsi="Arial"/>
          <w:bCs/>
          <w:sz w:val="20"/>
          <w:szCs w:val="20"/>
        </w:rPr>
      </w:pPr>
      <w:r w:rsidRPr="00BC2276">
        <w:rPr>
          <w:rFonts w:ascii="Arial" w:hAnsi="Arial"/>
          <w:bCs/>
          <w:sz w:val="20"/>
          <w:szCs w:val="20"/>
        </w:rPr>
        <w:t>Spett.le</w:t>
      </w:r>
    </w:p>
    <w:p w:rsidR="00BC2276" w:rsidRPr="00BC2276" w:rsidRDefault="00BC2276" w:rsidP="00BC2276">
      <w:pPr>
        <w:spacing w:line="276" w:lineRule="auto"/>
        <w:ind w:firstLine="6804"/>
        <w:rPr>
          <w:rFonts w:ascii="Arial" w:hAnsi="Arial"/>
          <w:b/>
          <w:bCs/>
          <w:sz w:val="20"/>
          <w:szCs w:val="20"/>
        </w:rPr>
      </w:pPr>
      <w:r w:rsidRPr="00BC2276">
        <w:rPr>
          <w:rFonts w:ascii="Arial" w:hAnsi="Arial"/>
          <w:b/>
          <w:bCs/>
          <w:sz w:val="20"/>
          <w:szCs w:val="20"/>
        </w:rPr>
        <w:t xml:space="preserve">ARES Sardegna </w:t>
      </w:r>
    </w:p>
    <w:p w:rsidR="00BC2276" w:rsidRDefault="00BC2276" w:rsidP="00BC2276">
      <w:pPr>
        <w:spacing w:line="276" w:lineRule="auto"/>
        <w:ind w:firstLine="6804"/>
        <w:rPr>
          <w:rFonts w:ascii="Arial" w:hAnsi="Arial"/>
          <w:bCs/>
          <w:sz w:val="20"/>
          <w:szCs w:val="20"/>
        </w:rPr>
      </w:pPr>
      <w:r w:rsidRPr="00BC2276">
        <w:rPr>
          <w:rFonts w:ascii="Arial" w:hAnsi="Arial"/>
          <w:bCs/>
          <w:sz w:val="20"/>
          <w:szCs w:val="20"/>
        </w:rPr>
        <w:t>Dipartimento Acquisti</w:t>
      </w:r>
    </w:p>
    <w:p w:rsidR="00A52DF6" w:rsidRPr="001E74CB" w:rsidRDefault="00BC2276" w:rsidP="00BC2276">
      <w:pPr>
        <w:spacing w:line="276" w:lineRule="auto"/>
        <w:ind w:firstLine="6804"/>
        <w:rPr>
          <w:rFonts w:ascii="Arial" w:hAnsi="Arial"/>
          <w:bCs/>
          <w:sz w:val="20"/>
          <w:szCs w:val="20"/>
        </w:rPr>
      </w:pPr>
      <w:r w:rsidRPr="00BC2276">
        <w:rPr>
          <w:rFonts w:ascii="Arial" w:hAnsi="Arial"/>
          <w:bCs/>
          <w:sz w:val="20"/>
          <w:szCs w:val="20"/>
        </w:rPr>
        <w:t>S.C. Acquisto di Beni Sanitari</w:t>
      </w:r>
      <w:r w:rsidR="00A52DF6" w:rsidRPr="00BC2276">
        <w:rPr>
          <w:rFonts w:ascii="Arial" w:hAnsi="Arial"/>
          <w:bCs/>
          <w:sz w:val="20"/>
          <w:szCs w:val="20"/>
        </w:rPr>
        <w:tab/>
      </w:r>
      <w:r w:rsidR="00A52DF6" w:rsidRPr="001E74CB">
        <w:rPr>
          <w:rFonts w:ascii="Arial" w:hAnsi="Arial"/>
          <w:bCs/>
          <w:sz w:val="20"/>
          <w:szCs w:val="20"/>
        </w:rPr>
        <w:tab/>
      </w:r>
      <w:r w:rsidR="00A52DF6" w:rsidRPr="001E74CB">
        <w:rPr>
          <w:rFonts w:ascii="Arial" w:hAnsi="Arial"/>
          <w:bCs/>
          <w:sz w:val="20"/>
          <w:szCs w:val="20"/>
        </w:rPr>
        <w:tab/>
      </w:r>
      <w:r w:rsidR="00A52DF6" w:rsidRPr="001E74CB">
        <w:rPr>
          <w:rFonts w:ascii="Arial" w:hAnsi="Arial"/>
          <w:bCs/>
          <w:sz w:val="20"/>
          <w:szCs w:val="20"/>
        </w:rPr>
        <w:tab/>
      </w:r>
      <w:r w:rsidR="00A52DF6" w:rsidRPr="001E74CB">
        <w:rPr>
          <w:rFonts w:ascii="Arial" w:hAnsi="Arial"/>
          <w:bCs/>
          <w:sz w:val="20"/>
          <w:szCs w:val="20"/>
        </w:rPr>
        <w:tab/>
      </w:r>
      <w:r w:rsidR="00A52DF6" w:rsidRPr="001E74CB">
        <w:rPr>
          <w:rFonts w:ascii="Arial" w:hAnsi="Arial"/>
          <w:bCs/>
          <w:sz w:val="20"/>
          <w:szCs w:val="20"/>
        </w:rPr>
        <w:tab/>
        <w:t xml:space="preserve">             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:rsidR="001E74CB" w:rsidRPr="001E74CB" w:rsidRDefault="00A52DF6" w:rsidP="00CB4659">
      <w:pPr>
        <w:jc w:val="both"/>
        <w:rPr>
          <w:rFonts w:ascii="Arial" w:hAnsi="Arial"/>
          <w:b/>
          <w:sz w:val="20"/>
          <w:szCs w:val="20"/>
        </w:rPr>
      </w:pPr>
      <w:r w:rsidRPr="001E74CB">
        <w:rPr>
          <w:rFonts w:ascii="Arial" w:hAnsi="Arial"/>
          <w:b/>
          <w:sz w:val="20"/>
          <w:szCs w:val="20"/>
          <w:u w:val="single"/>
        </w:rPr>
        <w:t>OGGETTO:</w:t>
      </w:r>
      <w:r w:rsidRPr="001E74CB">
        <w:rPr>
          <w:rFonts w:ascii="Arial" w:hAnsi="Arial"/>
          <w:b/>
          <w:sz w:val="20"/>
          <w:szCs w:val="20"/>
        </w:rPr>
        <w:t xml:space="preserve"> </w:t>
      </w:r>
      <w:r w:rsidR="00CB4659" w:rsidRPr="00CB4659">
        <w:rPr>
          <w:rFonts w:ascii="Arial" w:hAnsi="Arial"/>
          <w:b/>
          <w:sz w:val="20"/>
          <w:szCs w:val="20"/>
        </w:rPr>
        <w:t xml:space="preserve">AVVISO DI CONSULTAZIONE PRELIMINARE DI MERCATO PER LA FORNITURA DI </w:t>
      </w:r>
      <w:r w:rsidR="00AD1BB8" w:rsidRPr="00AD1BB8">
        <w:rPr>
          <w:rFonts w:ascii="Arial" w:hAnsi="Arial"/>
          <w:b/>
          <w:bCs/>
          <w:sz w:val="20"/>
          <w:szCs w:val="20"/>
        </w:rPr>
        <w:t>DISPOSITIVO DI DECOMPRESSIONE DEL PROCESSO INTERSPINOSO “LOBSTER” DIAMETROS</w:t>
      </w:r>
      <w:r w:rsidR="00C57346" w:rsidRPr="00C57346">
        <w:rPr>
          <w:rFonts w:ascii="Arial" w:hAnsi="Arial"/>
          <w:b/>
          <w:bCs/>
          <w:sz w:val="20"/>
          <w:szCs w:val="20"/>
        </w:rPr>
        <w:t xml:space="preserve"> </w:t>
      </w:r>
      <w:r w:rsidR="00CB4659" w:rsidRPr="00CB4659">
        <w:rPr>
          <w:rFonts w:ascii="Arial" w:hAnsi="Arial"/>
          <w:b/>
          <w:sz w:val="20"/>
          <w:szCs w:val="20"/>
        </w:rPr>
        <w:t>DESTINATO AL TRATTAMENTO DI PAZIENTI AFFERENTI ALLA ASL CAGLIARI.</w:t>
      </w:r>
    </w:p>
    <w:p w:rsidR="001E74CB" w:rsidRPr="001E74CB" w:rsidRDefault="001E74CB" w:rsidP="00A52DF6">
      <w:pPr>
        <w:jc w:val="both"/>
        <w:rPr>
          <w:rFonts w:ascii="Arial" w:hAnsi="Arial"/>
          <w:b/>
          <w:sz w:val="20"/>
          <w:szCs w:val="20"/>
        </w:rPr>
      </w:pPr>
    </w:p>
    <w:p w:rsidR="0063011F" w:rsidRPr="001E74CB" w:rsidRDefault="0063011F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6D3FC3" w:rsidRPr="001E74CB" w:rsidRDefault="006D3FC3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A52DF6" w:rsidRPr="001E74CB" w:rsidRDefault="00A52DF6" w:rsidP="005E6951">
      <w:pPr>
        <w:pStyle w:val="Rientrocorpodeltesto"/>
        <w:spacing w:line="276" w:lineRule="auto"/>
        <w:ind w:left="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Il sottoscritto ____________________________ nato a __________________________ (_____) il __________________ residente in ______________________ via ___________________________ in qualità di ___________________________ dell’Impresa _________________________________________ con sede legale in _________________________ via ____________________ n. _______ CAP ____________ e sede operativa in __________________________ via ________________________ n. _______ CAP ____________  codice fiscale ________________________________ partita IVA _______________________________________ Tel. ____________________ Fax _____________________________ mail __________________________ PEC __________________________________</w:t>
      </w:r>
    </w:p>
    <w:p w:rsidR="005E6951" w:rsidRDefault="005E6951" w:rsidP="00A52DF6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</w:p>
    <w:p w:rsidR="00514DA2" w:rsidRPr="00514DA2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b/>
          <w:sz w:val="20"/>
          <w:szCs w:val="20"/>
        </w:rPr>
      </w:pPr>
      <w:r w:rsidRPr="00514DA2">
        <w:rPr>
          <w:rFonts w:ascii="Arial" w:hAnsi="Arial"/>
          <w:b/>
          <w:sz w:val="20"/>
          <w:szCs w:val="20"/>
        </w:rPr>
        <w:t xml:space="preserve">MANIFESTA </w:t>
      </w:r>
    </w:p>
    <w:p w:rsidR="006D3FC3" w:rsidRPr="001E74CB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il proprio </w:t>
      </w:r>
      <w:r w:rsidR="005E6951">
        <w:rPr>
          <w:rFonts w:ascii="Arial" w:hAnsi="Arial"/>
          <w:sz w:val="20"/>
          <w:szCs w:val="20"/>
        </w:rPr>
        <w:t>interesse alla procedura</w:t>
      </w:r>
      <w:r w:rsidR="00A52DF6" w:rsidRPr="001E74CB">
        <w:rPr>
          <w:rFonts w:ascii="Arial" w:hAnsi="Arial"/>
          <w:sz w:val="20"/>
          <w:szCs w:val="20"/>
        </w:rPr>
        <w:t xml:space="preserve"> in oggetto</w:t>
      </w:r>
      <w:r w:rsidR="005E6951">
        <w:rPr>
          <w:rFonts w:ascii="Arial" w:hAnsi="Arial"/>
          <w:sz w:val="20"/>
          <w:szCs w:val="20"/>
        </w:rPr>
        <w:t xml:space="preserve"> e</w:t>
      </w:r>
    </w:p>
    <w:p w:rsidR="006D3FC3" w:rsidRDefault="00A52DF6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E74CB">
        <w:rPr>
          <w:rFonts w:ascii="Arial" w:hAnsi="Arial" w:cs="Arial"/>
          <w:b/>
          <w:bCs/>
          <w:sz w:val="20"/>
          <w:szCs w:val="20"/>
        </w:rPr>
        <w:t>DICHIARA</w:t>
      </w:r>
    </w:p>
    <w:p w:rsidR="00514DA2" w:rsidRPr="001E74CB" w:rsidRDefault="00514DA2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ai sensi degli artt. 46 e 47 del D.P.R. n. 445/2000 consapevole delle sanzioni penali previste </w:t>
      </w:r>
      <w:r w:rsidR="006D3FC3" w:rsidRPr="001E74CB">
        <w:rPr>
          <w:rFonts w:ascii="Arial" w:hAnsi="Arial"/>
          <w:sz w:val="20"/>
          <w:szCs w:val="20"/>
        </w:rPr>
        <w:t xml:space="preserve">dagli artt. 75 e </w:t>
      </w:r>
      <w:r w:rsidRPr="001E74CB">
        <w:rPr>
          <w:rFonts w:ascii="Arial" w:hAnsi="Arial"/>
          <w:sz w:val="20"/>
          <w:szCs w:val="20"/>
        </w:rPr>
        <w:t>76 del medesimo D.P.R. per le ipotesi di falsità in atti e dichiarazioni mendaci ivi indicate:</w:t>
      </w:r>
    </w:p>
    <w:p w:rsidR="00A52DF6" w:rsidRPr="001E74CB" w:rsidRDefault="00A52DF6" w:rsidP="005E6951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non rientrare in uno dei motivi di esclusione dalle procedure d’appalto di cui all’articolo 94 </w:t>
      </w:r>
      <w:r w:rsidR="005E6951">
        <w:rPr>
          <w:rFonts w:ascii="Arial" w:hAnsi="Arial"/>
          <w:sz w:val="20"/>
          <w:szCs w:val="20"/>
        </w:rPr>
        <w:t xml:space="preserve">e 95 </w:t>
      </w:r>
      <w:r w:rsidRPr="001E74CB">
        <w:rPr>
          <w:rFonts w:ascii="Arial" w:hAnsi="Arial"/>
          <w:sz w:val="20"/>
          <w:szCs w:val="20"/>
        </w:rPr>
        <w:t xml:space="preserve">del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gramEnd"/>
      <w:r w:rsidRPr="001E74CB">
        <w:rPr>
          <w:rFonts w:ascii="Arial" w:hAnsi="Arial"/>
          <w:sz w:val="20"/>
          <w:szCs w:val="20"/>
        </w:rPr>
        <w:t>.</w:t>
      </w:r>
      <w:proofErr w:type="spellEnd"/>
      <w:r w:rsidRPr="001E74CB">
        <w:rPr>
          <w:rFonts w:ascii="Arial" w:hAnsi="Arial"/>
          <w:sz w:val="20"/>
          <w:szCs w:val="20"/>
        </w:rPr>
        <w:t xml:space="preserve"> 36/2023 e </w:t>
      </w:r>
      <w:proofErr w:type="spellStart"/>
      <w:r w:rsidRPr="001E74CB">
        <w:rPr>
          <w:rFonts w:ascii="Arial" w:hAnsi="Arial"/>
          <w:sz w:val="20"/>
          <w:szCs w:val="20"/>
        </w:rPr>
        <w:t>s.m.i.</w:t>
      </w:r>
      <w:proofErr w:type="spellEnd"/>
      <w:r w:rsidRPr="001E74CB">
        <w:rPr>
          <w:rFonts w:ascii="Arial" w:hAnsi="Arial"/>
          <w:sz w:val="20"/>
          <w:szCs w:val="20"/>
        </w:rPr>
        <w:t>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aver preso visione di tutte le condizioni contenute nell’avviso </w:t>
      </w:r>
      <w:r w:rsidR="001E74CB" w:rsidRPr="001E74CB">
        <w:rPr>
          <w:rFonts w:ascii="Arial" w:hAnsi="Arial"/>
          <w:sz w:val="20"/>
          <w:szCs w:val="20"/>
        </w:rPr>
        <w:t>di consultazione</w:t>
      </w:r>
      <w:r w:rsidRPr="001E74CB">
        <w:rPr>
          <w:rFonts w:ascii="Arial" w:hAnsi="Arial"/>
          <w:sz w:val="20"/>
          <w:szCs w:val="20"/>
        </w:rPr>
        <w:t>;</w:t>
      </w:r>
    </w:p>
    <w:p w:rsidR="005E6951" w:rsidRP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E6951">
        <w:rPr>
          <w:rFonts w:ascii="Arial" w:hAnsi="Arial"/>
          <w:sz w:val="20"/>
          <w:szCs w:val="20"/>
        </w:rPr>
        <w:t>disponibilità di un prodotto perfettamente conforme alle caratteristiche</w:t>
      </w:r>
      <w:r>
        <w:rPr>
          <w:rFonts w:ascii="Arial" w:hAnsi="Arial"/>
          <w:sz w:val="20"/>
          <w:szCs w:val="20"/>
        </w:rPr>
        <w:t xml:space="preserve"> presenti nell’allegato tecnico;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di essere a conoscenza che la presente richiesta non costituisce proposta contrattuale e non vincola in alcun modo la stazione appaltante che sarà libera di seguire anche altre procedure e che la stessa si riserva di interrompere in qualsiasi momento, per ragioni di sua esclusiva competenza, il procedimento avviato senza che i soggetti richiedenti possano vantare alcuna pretesa;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di essere a conoscenza che la presente dichiarazione non costituisce prova di possesso dei requisiti generali richiesti per l’affidamento dell’appalto, i quali dovranno essere nuovamente dichiarati dall’interessato ed accertati dalla stazione appaltante nei modi di legge in occasione della successiva procedura di affidamento;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lastRenderedPageBreak/>
        <w:t xml:space="preserve">di essere informato che, ai sensi e per gli effetti di cui al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spellEnd"/>
      <w:proofErr w:type="gramEnd"/>
      <w:r w:rsidRPr="001E74CB">
        <w:rPr>
          <w:rFonts w:ascii="Arial" w:hAnsi="Arial"/>
          <w:sz w:val="20"/>
          <w:szCs w:val="20"/>
        </w:rPr>
        <w:t xml:space="preserve"> n. 196/2003</w:t>
      </w:r>
      <w:r w:rsidR="00BC2276" w:rsidRPr="00BC2276">
        <w:rPr>
          <w:rFonts w:ascii="Arial" w:hAnsi="Arial"/>
          <w:sz w:val="20"/>
          <w:szCs w:val="20"/>
        </w:rPr>
        <w:t xml:space="preserve"> </w:t>
      </w:r>
      <w:r w:rsidR="00BC2276">
        <w:rPr>
          <w:rFonts w:ascii="Arial" w:hAnsi="Arial"/>
          <w:sz w:val="20"/>
          <w:szCs w:val="20"/>
        </w:rPr>
        <w:t>e al Regolamento (UE) 2016/679</w:t>
      </w:r>
      <w:r w:rsidRPr="001E74CB">
        <w:rPr>
          <w:rFonts w:ascii="Arial" w:hAnsi="Arial"/>
          <w:sz w:val="20"/>
          <w:szCs w:val="20"/>
        </w:rPr>
        <w:t>, i dati raccolti saranno trattati, anche con strumenti informatici, esclusivamente nell’ambito del procedimento per il quale viene resa la dichiarazione e per gli eventuali procedimenti amministrativi e giudiziari conseguenti.</w:t>
      </w:r>
    </w:p>
    <w:p w:rsid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di autorizzare l’invio delle comunicazioni </w:t>
      </w:r>
      <w:r w:rsidRPr="005E6951">
        <w:rPr>
          <w:rFonts w:ascii="Arial" w:hAnsi="Arial"/>
          <w:sz w:val="20"/>
          <w:szCs w:val="20"/>
        </w:rPr>
        <w:t>relative al presente avviso</w:t>
      </w:r>
      <w:r>
        <w:rPr>
          <w:rFonts w:ascii="Arial" w:hAnsi="Arial"/>
          <w:sz w:val="20"/>
          <w:szCs w:val="20"/>
        </w:rPr>
        <w:t xml:space="preserve"> all’indirizzo di </w:t>
      </w:r>
      <w:r w:rsidRPr="005E6951">
        <w:rPr>
          <w:rFonts w:ascii="Arial" w:hAnsi="Arial"/>
          <w:sz w:val="20"/>
          <w:szCs w:val="20"/>
        </w:rPr>
        <w:t xml:space="preserve">posta elettronica certificata </w:t>
      </w:r>
      <w:r w:rsidR="00514DA2">
        <w:rPr>
          <w:rFonts w:ascii="Arial" w:hAnsi="Arial"/>
          <w:sz w:val="20"/>
          <w:szCs w:val="20"/>
        </w:rPr>
        <w:t>sopraindicato;</w:t>
      </w:r>
    </w:p>
    <w:p w:rsidR="00514DA2" w:rsidRPr="00514DA2" w:rsidRDefault="00514DA2" w:rsidP="00514DA2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14DA2">
        <w:rPr>
          <w:rFonts w:ascii="Arial" w:hAnsi="Arial"/>
          <w:sz w:val="20"/>
          <w:szCs w:val="20"/>
        </w:rPr>
        <w:t>di allegare adeguata documentazione tecnica che dimostri la possibilità di fornire soluzioni perfettamente conformi a quanto indicato nell’Allegato Tecnico.</w:t>
      </w:r>
    </w:p>
    <w:p w:rsidR="005E6951" w:rsidRPr="00514DA2" w:rsidRDefault="005E6951" w:rsidP="00514DA2">
      <w:pPr>
        <w:spacing w:line="276" w:lineRule="auto"/>
        <w:ind w:left="720"/>
        <w:jc w:val="both"/>
        <w:rPr>
          <w:rFonts w:ascii="Arial" w:hAnsi="Arial"/>
          <w:sz w:val="20"/>
          <w:szCs w:val="20"/>
        </w:rPr>
      </w:pPr>
    </w:p>
    <w:p w:rsidR="00A52DF6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P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_______________, lì _________________ </w:t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  <w:t xml:space="preserve">      </w:t>
      </w:r>
      <w:r w:rsidRPr="001E74CB">
        <w:rPr>
          <w:rFonts w:ascii="Arial" w:hAnsi="Arial"/>
          <w:sz w:val="20"/>
          <w:szCs w:val="20"/>
        </w:rPr>
        <w:t>Il Legale Rappresentante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ind w:left="4956" w:firstLine="708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___________________________</w:t>
      </w:r>
    </w:p>
    <w:p w:rsidR="008003C2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  <w:t xml:space="preserve">    (</w:t>
      </w:r>
      <w:r w:rsidRPr="001E74CB">
        <w:rPr>
          <w:rFonts w:ascii="Arial" w:hAnsi="Arial"/>
          <w:i/>
          <w:sz w:val="20"/>
          <w:szCs w:val="20"/>
        </w:rPr>
        <w:t>documento da sottoscrivere con firma digitale</w:t>
      </w:r>
      <w:r w:rsidRPr="001E74CB">
        <w:rPr>
          <w:rFonts w:ascii="Arial" w:hAnsi="Arial"/>
          <w:sz w:val="20"/>
          <w:szCs w:val="20"/>
        </w:rPr>
        <w:t>)</w:t>
      </w:r>
      <w:r w:rsidRPr="001E74CB">
        <w:rPr>
          <w:rFonts w:ascii="Calibri" w:hAnsi="Calibri" w:cs="Calibri"/>
          <w:b/>
          <w:sz w:val="20"/>
          <w:szCs w:val="20"/>
          <w:lang w:eastAsia="it-IT"/>
        </w:rPr>
        <w:tab/>
      </w:r>
    </w:p>
    <w:bookmarkStart w:id="0" w:name="_GoBack"/>
    <w:bookmarkEnd w:id="0"/>
    <w:p w:rsidR="00D46EB7" w:rsidRPr="001E74CB" w:rsidRDefault="00A52DF6" w:rsidP="00A52DF6">
      <w:pPr>
        <w:tabs>
          <w:tab w:val="left" w:pos="567"/>
        </w:tabs>
        <w:spacing w:line="252" w:lineRule="auto"/>
        <w:rPr>
          <w:rFonts w:ascii="Courier New" w:hAnsi="Courier New" w:cs="Courier New"/>
          <w:color w:val="000000"/>
          <w:sz w:val="20"/>
          <w:szCs w:val="20"/>
          <w:lang w:eastAsia="it-IT"/>
        </w:rPr>
      </w:pPr>
      <w:r w:rsidRPr="001E74C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 wp14:anchorId="1E6E9EEC" wp14:editId="14D38B4B">
                <wp:simplePos x="0" y="0"/>
                <wp:positionH relativeFrom="column">
                  <wp:posOffset>1072134</wp:posOffset>
                </wp:positionH>
                <wp:positionV relativeFrom="paragraph">
                  <wp:posOffset>1522932</wp:posOffset>
                </wp:positionV>
                <wp:extent cx="5340350" cy="1304849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350" cy="1304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A50763" w:rsidRPr="00A50763" w:rsidRDefault="00A50763" w:rsidP="00A50763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Pr="00F04FD0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E9EE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84.4pt;margin-top:119.9pt;width:420.5pt;height:102.7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q7sfAIAAAA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" stroked="f">
                <v:textbox inset="0,0,0,0">
                  <w:txbxContent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A50763" w:rsidRPr="00A50763" w:rsidRDefault="00A50763" w:rsidP="00A50763">
                      <w:pPr>
                        <w:rPr>
                          <w:rFonts w:ascii="Arial" w:hAnsi="Arial"/>
                          <w:b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Pr="00F04FD0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46EB7" w:rsidRPr="001E74CB" w:rsidSect="006D3FC3">
      <w:headerReference w:type="default" r:id="rId8"/>
      <w:footerReference w:type="default" r:id="rId9"/>
      <w:footnotePr>
        <w:pos w:val="beneathText"/>
      </w:footnotePr>
      <w:pgSz w:w="11905" w:h="16837"/>
      <w:pgMar w:top="2269" w:right="1134" w:bottom="1134" w:left="1134" w:header="719" w:footer="1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AF7" w:rsidRDefault="00A53AF7">
      <w:r>
        <w:separator/>
      </w:r>
    </w:p>
  </w:endnote>
  <w:endnote w:type="continuationSeparator" w:id="0">
    <w:p w:rsidR="00A53AF7" w:rsidRDefault="00A5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A52DF6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381B2F7D" wp14:editId="05F99DEA">
              <wp:simplePos x="0" y="0"/>
              <wp:positionH relativeFrom="column">
                <wp:posOffset>4585335</wp:posOffset>
              </wp:positionH>
              <wp:positionV relativeFrom="paragraph">
                <wp:posOffset>149860</wp:posOffset>
              </wp:positionV>
              <wp:extent cx="2070735" cy="895350"/>
              <wp:effectExtent l="0" t="0" r="571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73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SC Acquisti di Beni Sanitari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Direttore Dott.ssa M. Alessandra De </w:t>
                          </w:r>
                          <w:proofErr w:type="spellStart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Virgiliis</w:t>
                          </w:r>
                          <w:proofErr w:type="spellEnd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Via Piero della Francesca, 1 - 09047 – Selargius (CA)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Email: </w:t>
                          </w:r>
                          <w:hyperlink r:id="rId1" w:history="1">
                            <w:r w:rsidRPr="00CB4659">
                              <w:rPr>
                                <w:rStyle w:val="Collegamentoipertestuale"/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acquistibeni@aressardegna.it</w:t>
                            </w:r>
                          </w:hyperlink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BC2276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6"/>
                              <w:szCs w:val="16"/>
                              <w:u w:val="single"/>
                              <w:lang w:eastAsia="it-IT"/>
                            </w:rPr>
                          </w:pPr>
                          <w:proofErr w:type="spellStart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Pec</w:t>
                          </w:r>
                          <w:proofErr w:type="spellEnd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: </w:t>
                          </w:r>
                          <w:hyperlink r:id="rId2" w:history="1">
                            <w:r w:rsidR="00BC2276" w:rsidRPr="001F14EE">
                              <w:rPr>
                                <w:rStyle w:val="Collegamentoipertestuale"/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acquistodibeni@pec.aressardegna.it</w:t>
                            </w:r>
                          </w:hyperlink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A52DF6" w:rsidRPr="0050594F" w:rsidRDefault="00A52DF6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</w:p>
                        <w:p w:rsidR="0078256D" w:rsidRDefault="0078256D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B2F7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61.05pt;margin-top:11.8pt;width:163.05pt;height:70.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lBtegIAAP8E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" stroked="f">
              <v:textbox inset="0,0,0,0">
                <w:txbxContent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SC Acquisti di Beni Sanitari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Direttore Dott.ssa M. Alessandra De </w:t>
                    </w:r>
                    <w:proofErr w:type="spellStart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Virgiliis</w:t>
                    </w:r>
                    <w:proofErr w:type="spellEnd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Via Piero della Francesca, 1 - 09047 – Selargius (CA)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Email: </w:t>
                    </w:r>
                    <w:hyperlink r:id="rId3" w:history="1">
                      <w:r w:rsidRPr="00CB4659">
                        <w:rPr>
                          <w:rStyle w:val="Collegamentoipertestuale"/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eastAsia="it-IT"/>
                        </w:rPr>
                        <w:t>acquistibeni@aressardegna.it</w:t>
                      </w:r>
                    </w:hyperlink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BC2276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FF"/>
                        <w:sz w:val="16"/>
                        <w:szCs w:val="16"/>
                        <w:u w:val="single"/>
                        <w:lang w:eastAsia="it-IT"/>
                      </w:rPr>
                    </w:pPr>
                    <w:proofErr w:type="spellStart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Pec</w:t>
                    </w:r>
                    <w:proofErr w:type="spellEnd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: </w:t>
                    </w:r>
                    <w:hyperlink r:id="rId4" w:history="1">
                      <w:r w:rsidR="00BC2276" w:rsidRPr="001F14EE">
                        <w:rPr>
                          <w:rStyle w:val="Collegamentoipertestuale"/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eastAsia="it-IT"/>
                        </w:rPr>
                        <w:t>acquistodibeni@pec.aressardegna.it</w:t>
                      </w:r>
                    </w:hyperlink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A52DF6" w:rsidRPr="0050594F" w:rsidRDefault="00A52DF6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</w:p>
                  <w:p w:rsidR="0078256D" w:rsidRDefault="0078256D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72199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5168" behindDoc="1" locked="0" layoutInCell="1" allowOverlap="1" wp14:anchorId="46323C01" wp14:editId="1034C71C">
              <wp:simplePos x="0" y="0"/>
              <wp:positionH relativeFrom="page">
                <wp:posOffset>565150</wp:posOffset>
              </wp:positionH>
              <wp:positionV relativeFrom="page">
                <wp:posOffset>9715500</wp:posOffset>
              </wp:positionV>
              <wp:extent cx="1898650" cy="7556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Salute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Sede Legale:</w:t>
                          </w:r>
                          <w:r w:rsid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Comune: 09047 - Selargius (CA)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P.IVA: 03990570925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C.F.: 03990570925 </w:t>
                          </w:r>
                        </w:p>
                        <w:p w:rsidR="0078256D" w:rsidRPr="0050594F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323C01" id="Text Box 4" o:spid="_x0000_s1028" type="#_x0000_t202" style="position:absolute;margin-left:44.5pt;margin-top:765pt;width:149.5pt;height:59.5pt;z-index:-25166131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" stroked="f">
              <v:textbox inset="0,0,0,0">
                <w:txbxContent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ARES Azienda Regionale della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Salute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Sede Legale:</w:t>
                    </w:r>
                    <w:r w:rsid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Comune: 09047 - Selargius (CA)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P.IVA: 03990570925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C.F.: 03990570925 </w:t>
                    </w:r>
                  </w:p>
                  <w:p w:rsidR="0078256D" w:rsidRPr="0050594F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www.aressardegna.it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rPr>
        <w:noProof/>
        <w:lang w:eastAsia="it-IT"/>
      </w:rPr>
      <w:drawing>
        <wp:anchor distT="0" distB="0" distL="114935" distR="114935" simplePos="0" relativeHeight="251657216" behindDoc="1" locked="0" layoutInCell="1" allowOverlap="1" wp14:anchorId="53C7415B" wp14:editId="1E232524">
          <wp:simplePos x="0" y="0"/>
          <wp:positionH relativeFrom="column">
            <wp:posOffset>-377190</wp:posOffset>
          </wp:positionH>
          <wp:positionV relativeFrom="paragraph">
            <wp:posOffset>-12065</wp:posOffset>
          </wp:positionV>
          <wp:extent cx="7743825" cy="120015"/>
          <wp:effectExtent l="0" t="0" r="0" b="0"/>
          <wp:wrapNone/>
          <wp:docPr id="2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56979" b="18077"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0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78256D" w:rsidRDefault="00C72199" w:rsidP="0050594F">
    <w:pPr>
      <w:suppressAutoHyphens w:val="0"/>
      <w:autoSpaceDE w:val="0"/>
      <w:autoSpaceDN w:val="0"/>
      <w:adjustRightInd w:val="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page">
                <wp:posOffset>3216910</wp:posOffset>
              </wp:positionH>
              <wp:positionV relativeFrom="page">
                <wp:posOffset>9732010</wp:posOffset>
              </wp:positionV>
              <wp:extent cx="1706880" cy="68072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68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 w:rsidP="004D77D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9" type="#_x0000_t202" style="position:absolute;margin-left:253.3pt;margin-top:766.3pt;width:134.4pt;height:53.6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" stroked="f">
              <v:textbox inset="0,0,0,0">
                <w:txbxContent>
                  <w:p w:rsidR="0078256D" w:rsidRDefault="0078256D" w:rsidP="004D77DA">
                    <w:pPr>
                      <w:tabs>
                        <w:tab w:val="left" w:pos="567"/>
                      </w:tabs>
                      <w:spacing w:line="252" w:lineRule="auto"/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AF7" w:rsidRDefault="00A53AF7">
      <w:r>
        <w:separator/>
      </w:r>
    </w:p>
  </w:footnote>
  <w:footnote w:type="continuationSeparator" w:id="0">
    <w:p w:rsidR="00A53AF7" w:rsidRDefault="00A53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659" w:rsidRDefault="00CB4659" w:rsidP="00CB4659">
    <w:pPr>
      <w:pStyle w:val="Intestazione"/>
      <w:tabs>
        <w:tab w:val="clear" w:pos="9638"/>
        <w:tab w:val="left" w:pos="5103"/>
        <w:tab w:val="left" w:pos="9165"/>
      </w:tabs>
      <w:rPr>
        <w:b/>
        <w:bCs/>
        <w:lang w:eastAsia="it-IT"/>
      </w:rPr>
    </w:pPr>
    <w:r>
      <w:rPr>
        <w:b/>
        <w:bCs/>
        <w:noProof/>
        <w:lang w:eastAsia="it-IT"/>
      </w:rPr>
      <w:drawing>
        <wp:anchor distT="0" distB="0" distL="114300" distR="114300" simplePos="0" relativeHeight="251660288" behindDoc="0" locked="0" layoutInCell="1" allowOverlap="1" wp14:anchorId="32BD6993" wp14:editId="2787FC94">
          <wp:simplePos x="0" y="0"/>
          <wp:positionH relativeFrom="column">
            <wp:posOffset>-246561</wp:posOffset>
          </wp:positionH>
          <wp:positionV relativeFrom="paragraph">
            <wp:posOffset>42727</wp:posOffset>
          </wp:positionV>
          <wp:extent cx="1888671" cy="478971"/>
          <wp:effectExtent l="0" t="0" r="0" b="0"/>
          <wp:wrapNone/>
          <wp:docPr id="5" name="Immagine 6" descr="C:\Users\101032\Desktop\PROGETTO ARES\DELEGHE\logo_ARES_Sardegna_2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C:\Users\101032\Desktop\PROGETTO ARES\DELEGHE\logo_ARES_Sardegna_2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671" cy="478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Grigliatabella"/>
      <w:tblW w:w="10498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8"/>
      <w:gridCol w:w="268"/>
      <w:gridCol w:w="9962"/>
    </w:tblGrid>
    <w:tr w:rsidR="00CB4659" w:rsidRPr="00D6549D" w:rsidTr="00DF4BA0">
      <w:trPr>
        <w:trHeight w:val="312"/>
      </w:trPr>
      <w:tc>
        <w:tcPr>
          <w:tcW w:w="268" w:type="dxa"/>
        </w:tcPr>
        <w:p w:rsidR="00CB4659" w:rsidRPr="0001007A" w:rsidRDefault="00CB4659" w:rsidP="00CB4659">
          <w:pPr>
            <w:pStyle w:val="Intestazione"/>
            <w:tabs>
              <w:tab w:val="clear" w:pos="9638"/>
              <w:tab w:val="left" w:pos="5103"/>
              <w:tab w:val="left" w:pos="9165"/>
            </w:tabs>
            <w:ind w:right="-1987"/>
            <w:rPr>
              <w:lang w:eastAsia="it-IT"/>
            </w:rPr>
          </w:pPr>
        </w:p>
      </w:tc>
      <w:tc>
        <w:tcPr>
          <w:tcW w:w="268" w:type="dxa"/>
        </w:tcPr>
        <w:p w:rsidR="00CB4659" w:rsidRDefault="00CB4659" w:rsidP="00CB4659">
          <w:pPr>
            <w:suppressAutoHyphens w:val="0"/>
            <w:autoSpaceDE w:val="0"/>
            <w:autoSpaceDN w:val="0"/>
            <w:adjustRightInd w:val="0"/>
            <w:rPr>
              <w:rFonts w:ascii="Arial" w:hAnsi="Arial"/>
              <w:b/>
              <w:bCs/>
              <w:color w:val="000000"/>
              <w:sz w:val="18"/>
              <w:szCs w:val="18"/>
              <w:lang w:eastAsia="it-IT"/>
            </w:rPr>
          </w:pPr>
        </w:p>
      </w:tc>
      <w:tc>
        <w:tcPr>
          <w:tcW w:w="9962" w:type="dxa"/>
        </w:tcPr>
        <w:p w:rsidR="00CB4659" w:rsidRPr="00782FCE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sz w:val="20"/>
              <w:szCs w:val="20"/>
              <w:lang w:eastAsia="it-IT"/>
            </w:rPr>
            <w:t>Dipartimento A</w:t>
          </w:r>
          <w:r w:rsidRPr="00782FCE">
            <w:rPr>
              <w:rFonts w:ascii="Arial" w:hAnsi="Arial"/>
              <w:b/>
              <w:sz w:val="20"/>
              <w:szCs w:val="20"/>
              <w:lang w:eastAsia="it-IT"/>
            </w:rPr>
            <w:t xml:space="preserve">cquisti </w:t>
          </w:r>
        </w:p>
        <w:p w:rsidR="00CB4659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bCs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>S.C. A</w:t>
          </w:r>
          <w:r w:rsidRPr="001542B4">
            <w:rPr>
              <w:rFonts w:ascii="Arial" w:hAnsi="Arial"/>
              <w:b/>
              <w:bCs/>
              <w:sz w:val="20"/>
              <w:szCs w:val="20"/>
              <w:lang w:eastAsia="it-IT"/>
            </w:rPr>
            <w:t>cquisti di beni</w:t>
          </w: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 xml:space="preserve"> sanitari</w:t>
          </w:r>
        </w:p>
        <w:p w:rsidR="00CB4659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bCs/>
              <w:color w:val="595959"/>
              <w:sz w:val="18"/>
              <w:szCs w:val="18"/>
              <w:lang w:eastAsia="it-IT"/>
            </w:rPr>
          </w:pPr>
        </w:p>
        <w:p w:rsidR="00CB4659" w:rsidRPr="00C93230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sz w:val="22"/>
            </w:rPr>
          </w:pPr>
        </w:p>
      </w:tc>
    </w:tr>
  </w:tbl>
  <w:p w:rsidR="0078256D" w:rsidRDefault="00CB4659" w:rsidP="00F04FD0">
    <w:pPr>
      <w:pStyle w:val="Intestazione"/>
      <w:tabs>
        <w:tab w:val="clear" w:pos="4819"/>
        <w:tab w:val="clear" w:pos="9638"/>
        <w:tab w:val="left" w:pos="3630"/>
      </w:tabs>
    </w:pPr>
    <w:r>
      <w:tab/>
    </w: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0589"/>
    <w:multiLevelType w:val="hybridMultilevel"/>
    <w:tmpl w:val="1F8A74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15F8D"/>
    <w:multiLevelType w:val="hybridMultilevel"/>
    <w:tmpl w:val="B5529148"/>
    <w:lvl w:ilvl="0" w:tplc="8E64FB0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09B2"/>
    <w:multiLevelType w:val="hybridMultilevel"/>
    <w:tmpl w:val="408A4A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DD3900"/>
    <w:multiLevelType w:val="hybridMultilevel"/>
    <w:tmpl w:val="980681FE"/>
    <w:lvl w:ilvl="0" w:tplc="AE2C71C2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E7B16"/>
    <w:multiLevelType w:val="hybridMultilevel"/>
    <w:tmpl w:val="D3D650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100D6"/>
    <w:multiLevelType w:val="hybridMultilevel"/>
    <w:tmpl w:val="91B41B4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A056B5"/>
    <w:multiLevelType w:val="multilevel"/>
    <w:tmpl w:val="3826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0532A"/>
    <w:multiLevelType w:val="hybridMultilevel"/>
    <w:tmpl w:val="8A2AE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D7FA4"/>
    <w:multiLevelType w:val="hybridMultilevel"/>
    <w:tmpl w:val="FB80F1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36156D"/>
    <w:multiLevelType w:val="multilevel"/>
    <w:tmpl w:val="5F443EC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995A91"/>
    <w:multiLevelType w:val="hybridMultilevel"/>
    <w:tmpl w:val="734CA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6598A"/>
    <w:multiLevelType w:val="hybridMultilevel"/>
    <w:tmpl w:val="AD727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E6322"/>
    <w:multiLevelType w:val="hybridMultilevel"/>
    <w:tmpl w:val="4CD6117C"/>
    <w:lvl w:ilvl="0" w:tplc="D4765E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87087"/>
    <w:multiLevelType w:val="hybridMultilevel"/>
    <w:tmpl w:val="B8C02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27D89"/>
    <w:multiLevelType w:val="hybridMultilevel"/>
    <w:tmpl w:val="D88279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5829C6"/>
    <w:multiLevelType w:val="hybridMultilevel"/>
    <w:tmpl w:val="87B6D774"/>
    <w:lvl w:ilvl="0" w:tplc="84DA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23916"/>
    <w:multiLevelType w:val="hybridMultilevel"/>
    <w:tmpl w:val="96025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CA4D3E"/>
    <w:multiLevelType w:val="hybridMultilevel"/>
    <w:tmpl w:val="8F9489E4"/>
    <w:lvl w:ilvl="0" w:tplc="516040D4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D783D"/>
    <w:multiLevelType w:val="hybridMultilevel"/>
    <w:tmpl w:val="34C6D6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D6263"/>
    <w:multiLevelType w:val="hybridMultilevel"/>
    <w:tmpl w:val="837244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0634"/>
    <w:multiLevelType w:val="hybridMultilevel"/>
    <w:tmpl w:val="58C86C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C890911"/>
    <w:multiLevelType w:val="hybridMultilevel"/>
    <w:tmpl w:val="FCF4D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D2D36"/>
    <w:multiLevelType w:val="hybridMultilevel"/>
    <w:tmpl w:val="A9C0A94E"/>
    <w:lvl w:ilvl="0" w:tplc="984284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B36B3"/>
    <w:multiLevelType w:val="hybridMultilevel"/>
    <w:tmpl w:val="691256A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BC04C09"/>
    <w:multiLevelType w:val="hybridMultilevel"/>
    <w:tmpl w:val="7730F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10C2D"/>
    <w:multiLevelType w:val="hybridMultilevel"/>
    <w:tmpl w:val="A0F2D2B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0"/>
  </w:num>
  <w:num w:numId="4">
    <w:abstractNumId w:val="20"/>
  </w:num>
  <w:num w:numId="5">
    <w:abstractNumId w:val="8"/>
  </w:num>
  <w:num w:numId="6">
    <w:abstractNumId w:val="2"/>
  </w:num>
  <w:num w:numId="7">
    <w:abstractNumId w:val="11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23"/>
  </w:num>
  <w:num w:numId="13">
    <w:abstractNumId w:val="19"/>
  </w:num>
  <w:num w:numId="14">
    <w:abstractNumId w:val="10"/>
  </w:num>
  <w:num w:numId="15">
    <w:abstractNumId w:val="15"/>
  </w:num>
  <w:num w:numId="16">
    <w:abstractNumId w:val="17"/>
  </w:num>
  <w:num w:numId="17">
    <w:abstractNumId w:val="3"/>
  </w:num>
  <w:num w:numId="18">
    <w:abstractNumId w:val="22"/>
  </w:num>
  <w:num w:numId="19">
    <w:abstractNumId w:val="1"/>
  </w:num>
  <w:num w:numId="20">
    <w:abstractNumId w:val="12"/>
  </w:num>
  <w:num w:numId="21">
    <w:abstractNumId w:val="13"/>
  </w:num>
  <w:num w:numId="22">
    <w:abstractNumId w:val="5"/>
  </w:num>
  <w:num w:numId="23">
    <w:abstractNumId w:val="6"/>
  </w:num>
  <w:num w:numId="24">
    <w:abstractNumId w:val="9"/>
  </w:num>
  <w:num w:numId="25">
    <w:abstractNumId w:val="18"/>
  </w:num>
  <w:num w:numId="2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7C"/>
    <w:rsid w:val="00001931"/>
    <w:rsid w:val="00001D29"/>
    <w:rsid w:val="00001E4C"/>
    <w:rsid w:val="000049D3"/>
    <w:rsid w:val="00005D26"/>
    <w:rsid w:val="0000735A"/>
    <w:rsid w:val="000073F5"/>
    <w:rsid w:val="000076E8"/>
    <w:rsid w:val="00013604"/>
    <w:rsid w:val="000140AE"/>
    <w:rsid w:val="000142F3"/>
    <w:rsid w:val="00015EA5"/>
    <w:rsid w:val="00017906"/>
    <w:rsid w:val="00020FCB"/>
    <w:rsid w:val="000215EB"/>
    <w:rsid w:val="0002183D"/>
    <w:rsid w:val="00023E00"/>
    <w:rsid w:val="00023E99"/>
    <w:rsid w:val="0002573B"/>
    <w:rsid w:val="000266DC"/>
    <w:rsid w:val="000267EF"/>
    <w:rsid w:val="0002773B"/>
    <w:rsid w:val="00030C98"/>
    <w:rsid w:val="000313A2"/>
    <w:rsid w:val="0003591B"/>
    <w:rsid w:val="000363FA"/>
    <w:rsid w:val="00040201"/>
    <w:rsid w:val="0004381C"/>
    <w:rsid w:val="00044875"/>
    <w:rsid w:val="00045FBA"/>
    <w:rsid w:val="000561B8"/>
    <w:rsid w:val="00056A15"/>
    <w:rsid w:val="0005762B"/>
    <w:rsid w:val="00061C66"/>
    <w:rsid w:val="00064FF5"/>
    <w:rsid w:val="00065C70"/>
    <w:rsid w:val="00066FA8"/>
    <w:rsid w:val="000673A2"/>
    <w:rsid w:val="00071109"/>
    <w:rsid w:val="000732C2"/>
    <w:rsid w:val="00073899"/>
    <w:rsid w:val="000750A2"/>
    <w:rsid w:val="00075830"/>
    <w:rsid w:val="00081C5D"/>
    <w:rsid w:val="00081CAE"/>
    <w:rsid w:val="00082D7B"/>
    <w:rsid w:val="00090FD9"/>
    <w:rsid w:val="00094596"/>
    <w:rsid w:val="00096B17"/>
    <w:rsid w:val="000A17BF"/>
    <w:rsid w:val="000A333E"/>
    <w:rsid w:val="000A3A0F"/>
    <w:rsid w:val="000A3AE2"/>
    <w:rsid w:val="000A421F"/>
    <w:rsid w:val="000A7C56"/>
    <w:rsid w:val="000B27F7"/>
    <w:rsid w:val="000B7DC8"/>
    <w:rsid w:val="000C132D"/>
    <w:rsid w:val="000C4028"/>
    <w:rsid w:val="000C69F6"/>
    <w:rsid w:val="000C7A4B"/>
    <w:rsid w:val="000D04F8"/>
    <w:rsid w:val="000D56E4"/>
    <w:rsid w:val="000D6B17"/>
    <w:rsid w:val="000D6CAA"/>
    <w:rsid w:val="000D6D2E"/>
    <w:rsid w:val="000D7A68"/>
    <w:rsid w:val="000E31FB"/>
    <w:rsid w:val="000E5305"/>
    <w:rsid w:val="000E5759"/>
    <w:rsid w:val="000E6B22"/>
    <w:rsid w:val="000F1C3A"/>
    <w:rsid w:val="000F1D90"/>
    <w:rsid w:val="000F1DD2"/>
    <w:rsid w:val="000F4635"/>
    <w:rsid w:val="000F5D31"/>
    <w:rsid w:val="000F68B4"/>
    <w:rsid w:val="001027D0"/>
    <w:rsid w:val="00107E5F"/>
    <w:rsid w:val="0011185C"/>
    <w:rsid w:val="00111A15"/>
    <w:rsid w:val="00115F0B"/>
    <w:rsid w:val="00117843"/>
    <w:rsid w:val="00123FA9"/>
    <w:rsid w:val="00127064"/>
    <w:rsid w:val="0012752C"/>
    <w:rsid w:val="00131EED"/>
    <w:rsid w:val="001321A3"/>
    <w:rsid w:val="00133011"/>
    <w:rsid w:val="001359B1"/>
    <w:rsid w:val="00137EF4"/>
    <w:rsid w:val="00137FEC"/>
    <w:rsid w:val="001442CA"/>
    <w:rsid w:val="00144B98"/>
    <w:rsid w:val="0014589E"/>
    <w:rsid w:val="00146752"/>
    <w:rsid w:val="00146B8A"/>
    <w:rsid w:val="00147AA9"/>
    <w:rsid w:val="00147C7D"/>
    <w:rsid w:val="00150556"/>
    <w:rsid w:val="00150ABA"/>
    <w:rsid w:val="00150D5B"/>
    <w:rsid w:val="0015115F"/>
    <w:rsid w:val="00156323"/>
    <w:rsid w:val="0016789D"/>
    <w:rsid w:val="00170037"/>
    <w:rsid w:val="00170302"/>
    <w:rsid w:val="00171388"/>
    <w:rsid w:val="00172AB2"/>
    <w:rsid w:val="00174090"/>
    <w:rsid w:val="00176A12"/>
    <w:rsid w:val="001800A0"/>
    <w:rsid w:val="00180981"/>
    <w:rsid w:val="00180CB5"/>
    <w:rsid w:val="00187748"/>
    <w:rsid w:val="00192149"/>
    <w:rsid w:val="001A114F"/>
    <w:rsid w:val="001A27F1"/>
    <w:rsid w:val="001A30C8"/>
    <w:rsid w:val="001A3860"/>
    <w:rsid w:val="001A3E93"/>
    <w:rsid w:val="001A4B11"/>
    <w:rsid w:val="001A511C"/>
    <w:rsid w:val="001A615F"/>
    <w:rsid w:val="001A6948"/>
    <w:rsid w:val="001A74DA"/>
    <w:rsid w:val="001A7C9B"/>
    <w:rsid w:val="001B0924"/>
    <w:rsid w:val="001B0AD9"/>
    <w:rsid w:val="001B4204"/>
    <w:rsid w:val="001C184D"/>
    <w:rsid w:val="001C24AB"/>
    <w:rsid w:val="001C303F"/>
    <w:rsid w:val="001D11AC"/>
    <w:rsid w:val="001D1534"/>
    <w:rsid w:val="001D16FD"/>
    <w:rsid w:val="001D3774"/>
    <w:rsid w:val="001D4121"/>
    <w:rsid w:val="001D4B82"/>
    <w:rsid w:val="001D4DEA"/>
    <w:rsid w:val="001D655E"/>
    <w:rsid w:val="001E03D3"/>
    <w:rsid w:val="001E3B8D"/>
    <w:rsid w:val="001E61B9"/>
    <w:rsid w:val="001E6F26"/>
    <w:rsid w:val="001E74CB"/>
    <w:rsid w:val="001E76F5"/>
    <w:rsid w:val="001F0180"/>
    <w:rsid w:val="001F049F"/>
    <w:rsid w:val="001F0E87"/>
    <w:rsid w:val="001F1068"/>
    <w:rsid w:val="001F2C17"/>
    <w:rsid w:val="001F4512"/>
    <w:rsid w:val="001F6151"/>
    <w:rsid w:val="00206C33"/>
    <w:rsid w:val="0020737B"/>
    <w:rsid w:val="00207A17"/>
    <w:rsid w:val="002122B0"/>
    <w:rsid w:val="00220052"/>
    <w:rsid w:val="002200DE"/>
    <w:rsid w:val="00221F36"/>
    <w:rsid w:val="002221E6"/>
    <w:rsid w:val="0022356D"/>
    <w:rsid w:val="00225F3E"/>
    <w:rsid w:val="0022721F"/>
    <w:rsid w:val="00227AE2"/>
    <w:rsid w:val="00230DEE"/>
    <w:rsid w:val="0023231E"/>
    <w:rsid w:val="002334A6"/>
    <w:rsid w:val="002336AE"/>
    <w:rsid w:val="0023381F"/>
    <w:rsid w:val="00235CFE"/>
    <w:rsid w:val="00235D0A"/>
    <w:rsid w:val="00236C2A"/>
    <w:rsid w:val="00236E6C"/>
    <w:rsid w:val="00237642"/>
    <w:rsid w:val="00237BC3"/>
    <w:rsid w:val="00237F28"/>
    <w:rsid w:val="00240241"/>
    <w:rsid w:val="00241B5E"/>
    <w:rsid w:val="002426D7"/>
    <w:rsid w:val="002427CA"/>
    <w:rsid w:val="00243703"/>
    <w:rsid w:val="00244274"/>
    <w:rsid w:val="002461D6"/>
    <w:rsid w:val="00246973"/>
    <w:rsid w:val="002505CE"/>
    <w:rsid w:val="0025179D"/>
    <w:rsid w:val="00251977"/>
    <w:rsid w:val="00255443"/>
    <w:rsid w:val="00256022"/>
    <w:rsid w:val="0025651D"/>
    <w:rsid w:val="00256960"/>
    <w:rsid w:val="00261679"/>
    <w:rsid w:val="0026280E"/>
    <w:rsid w:val="00262A2A"/>
    <w:rsid w:val="00262AAC"/>
    <w:rsid w:val="00265293"/>
    <w:rsid w:val="00267726"/>
    <w:rsid w:val="00267940"/>
    <w:rsid w:val="00267AE4"/>
    <w:rsid w:val="00272846"/>
    <w:rsid w:val="00272A45"/>
    <w:rsid w:val="00275E61"/>
    <w:rsid w:val="002764A5"/>
    <w:rsid w:val="002766D8"/>
    <w:rsid w:val="00276FA1"/>
    <w:rsid w:val="00277307"/>
    <w:rsid w:val="002775C1"/>
    <w:rsid w:val="00281CF3"/>
    <w:rsid w:val="00283BFF"/>
    <w:rsid w:val="00284EC9"/>
    <w:rsid w:val="002850C4"/>
    <w:rsid w:val="00291171"/>
    <w:rsid w:val="0029271D"/>
    <w:rsid w:val="00292D2B"/>
    <w:rsid w:val="00295C87"/>
    <w:rsid w:val="002964C4"/>
    <w:rsid w:val="00296649"/>
    <w:rsid w:val="00297F78"/>
    <w:rsid w:val="002A032C"/>
    <w:rsid w:val="002A03C0"/>
    <w:rsid w:val="002A0D15"/>
    <w:rsid w:val="002A1A04"/>
    <w:rsid w:val="002A26E5"/>
    <w:rsid w:val="002A2864"/>
    <w:rsid w:val="002A38F0"/>
    <w:rsid w:val="002A7E43"/>
    <w:rsid w:val="002B1DD4"/>
    <w:rsid w:val="002B1DE5"/>
    <w:rsid w:val="002B4649"/>
    <w:rsid w:val="002C0494"/>
    <w:rsid w:val="002C0DAC"/>
    <w:rsid w:val="002C38D8"/>
    <w:rsid w:val="002D13B1"/>
    <w:rsid w:val="002D1939"/>
    <w:rsid w:val="002D7392"/>
    <w:rsid w:val="002D7AC7"/>
    <w:rsid w:val="002D7B30"/>
    <w:rsid w:val="002E1530"/>
    <w:rsid w:val="002E1EB9"/>
    <w:rsid w:val="002E4E84"/>
    <w:rsid w:val="002F027D"/>
    <w:rsid w:val="002F0918"/>
    <w:rsid w:val="002F26B7"/>
    <w:rsid w:val="002F2A17"/>
    <w:rsid w:val="002F6F27"/>
    <w:rsid w:val="00301B22"/>
    <w:rsid w:val="00303DD4"/>
    <w:rsid w:val="00304C3E"/>
    <w:rsid w:val="00305000"/>
    <w:rsid w:val="003105D4"/>
    <w:rsid w:val="0031236D"/>
    <w:rsid w:val="00315EBE"/>
    <w:rsid w:val="00317347"/>
    <w:rsid w:val="00317453"/>
    <w:rsid w:val="0032162F"/>
    <w:rsid w:val="003219C0"/>
    <w:rsid w:val="0032209E"/>
    <w:rsid w:val="00322D64"/>
    <w:rsid w:val="003241DE"/>
    <w:rsid w:val="003248AD"/>
    <w:rsid w:val="003254D0"/>
    <w:rsid w:val="00326FF1"/>
    <w:rsid w:val="0032732F"/>
    <w:rsid w:val="003301FD"/>
    <w:rsid w:val="003324FD"/>
    <w:rsid w:val="00332A96"/>
    <w:rsid w:val="003345D6"/>
    <w:rsid w:val="00335080"/>
    <w:rsid w:val="003351FD"/>
    <w:rsid w:val="00335CCD"/>
    <w:rsid w:val="00336952"/>
    <w:rsid w:val="003411C2"/>
    <w:rsid w:val="0034197B"/>
    <w:rsid w:val="003439FB"/>
    <w:rsid w:val="003444E4"/>
    <w:rsid w:val="00351158"/>
    <w:rsid w:val="00352132"/>
    <w:rsid w:val="0035528F"/>
    <w:rsid w:val="003612EA"/>
    <w:rsid w:val="003625FF"/>
    <w:rsid w:val="00363CFD"/>
    <w:rsid w:val="003655DA"/>
    <w:rsid w:val="003658A0"/>
    <w:rsid w:val="0036691B"/>
    <w:rsid w:val="003715D1"/>
    <w:rsid w:val="0037464C"/>
    <w:rsid w:val="00382038"/>
    <w:rsid w:val="00385CA4"/>
    <w:rsid w:val="00385DC2"/>
    <w:rsid w:val="0038757F"/>
    <w:rsid w:val="00390253"/>
    <w:rsid w:val="00390FAD"/>
    <w:rsid w:val="00391787"/>
    <w:rsid w:val="00392720"/>
    <w:rsid w:val="00393340"/>
    <w:rsid w:val="003959C1"/>
    <w:rsid w:val="00397C79"/>
    <w:rsid w:val="003A06AE"/>
    <w:rsid w:val="003A4833"/>
    <w:rsid w:val="003A55FB"/>
    <w:rsid w:val="003B01A6"/>
    <w:rsid w:val="003B3B15"/>
    <w:rsid w:val="003C0022"/>
    <w:rsid w:val="003C091C"/>
    <w:rsid w:val="003C155E"/>
    <w:rsid w:val="003C1E53"/>
    <w:rsid w:val="003C4CF1"/>
    <w:rsid w:val="003D2AB2"/>
    <w:rsid w:val="003D3B52"/>
    <w:rsid w:val="003D6229"/>
    <w:rsid w:val="003E2EFA"/>
    <w:rsid w:val="003E4B90"/>
    <w:rsid w:val="003E6404"/>
    <w:rsid w:val="003E7307"/>
    <w:rsid w:val="003F2A4F"/>
    <w:rsid w:val="003F5773"/>
    <w:rsid w:val="003F7C61"/>
    <w:rsid w:val="00401CAE"/>
    <w:rsid w:val="00403FDA"/>
    <w:rsid w:val="0040652B"/>
    <w:rsid w:val="00406E44"/>
    <w:rsid w:val="00412C4A"/>
    <w:rsid w:val="00414657"/>
    <w:rsid w:val="0042063B"/>
    <w:rsid w:val="0042213B"/>
    <w:rsid w:val="004244F2"/>
    <w:rsid w:val="0042487C"/>
    <w:rsid w:val="00430571"/>
    <w:rsid w:val="0043180F"/>
    <w:rsid w:val="00433DCA"/>
    <w:rsid w:val="004369DB"/>
    <w:rsid w:val="00437BAB"/>
    <w:rsid w:val="00440395"/>
    <w:rsid w:val="0044511C"/>
    <w:rsid w:val="00445DB3"/>
    <w:rsid w:val="00447EAF"/>
    <w:rsid w:val="004501CF"/>
    <w:rsid w:val="00450C60"/>
    <w:rsid w:val="00452348"/>
    <w:rsid w:val="004571A3"/>
    <w:rsid w:val="004615E5"/>
    <w:rsid w:val="0046216E"/>
    <w:rsid w:val="004627C2"/>
    <w:rsid w:val="00463E85"/>
    <w:rsid w:val="00464107"/>
    <w:rsid w:val="0046439D"/>
    <w:rsid w:val="0046461B"/>
    <w:rsid w:val="00465657"/>
    <w:rsid w:val="00465885"/>
    <w:rsid w:val="004675C5"/>
    <w:rsid w:val="00470E9E"/>
    <w:rsid w:val="00473277"/>
    <w:rsid w:val="004735F2"/>
    <w:rsid w:val="00473FD2"/>
    <w:rsid w:val="00474BD3"/>
    <w:rsid w:val="00475E13"/>
    <w:rsid w:val="004767CB"/>
    <w:rsid w:val="00477701"/>
    <w:rsid w:val="00484A2D"/>
    <w:rsid w:val="00490BEA"/>
    <w:rsid w:val="004929E8"/>
    <w:rsid w:val="004A08E5"/>
    <w:rsid w:val="004A15EE"/>
    <w:rsid w:val="004B1A6A"/>
    <w:rsid w:val="004B4449"/>
    <w:rsid w:val="004B4738"/>
    <w:rsid w:val="004B4DA3"/>
    <w:rsid w:val="004B5E7C"/>
    <w:rsid w:val="004B7509"/>
    <w:rsid w:val="004C04A8"/>
    <w:rsid w:val="004C0B2E"/>
    <w:rsid w:val="004C0C81"/>
    <w:rsid w:val="004C1327"/>
    <w:rsid w:val="004C377A"/>
    <w:rsid w:val="004C4709"/>
    <w:rsid w:val="004C6A36"/>
    <w:rsid w:val="004C7AFF"/>
    <w:rsid w:val="004D12FA"/>
    <w:rsid w:val="004D1319"/>
    <w:rsid w:val="004D251B"/>
    <w:rsid w:val="004D3522"/>
    <w:rsid w:val="004D3EDD"/>
    <w:rsid w:val="004D7546"/>
    <w:rsid w:val="004D77DA"/>
    <w:rsid w:val="004E12FD"/>
    <w:rsid w:val="004E1B87"/>
    <w:rsid w:val="004E21E6"/>
    <w:rsid w:val="004E2287"/>
    <w:rsid w:val="004E45E2"/>
    <w:rsid w:val="004F193D"/>
    <w:rsid w:val="004F41BE"/>
    <w:rsid w:val="004F4208"/>
    <w:rsid w:val="004F58D5"/>
    <w:rsid w:val="00501C0E"/>
    <w:rsid w:val="005025C0"/>
    <w:rsid w:val="0050273E"/>
    <w:rsid w:val="00504743"/>
    <w:rsid w:val="0050594F"/>
    <w:rsid w:val="00506A46"/>
    <w:rsid w:val="0050795A"/>
    <w:rsid w:val="00507AB0"/>
    <w:rsid w:val="00507BAD"/>
    <w:rsid w:val="00512CB7"/>
    <w:rsid w:val="00513793"/>
    <w:rsid w:val="00513EA2"/>
    <w:rsid w:val="00514DA2"/>
    <w:rsid w:val="00514FA9"/>
    <w:rsid w:val="00516768"/>
    <w:rsid w:val="005179F6"/>
    <w:rsid w:val="00522708"/>
    <w:rsid w:val="00526DDC"/>
    <w:rsid w:val="00526F2A"/>
    <w:rsid w:val="00526FA7"/>
    <w:rsid w:val="0053061C"/>
    <w:rsid w:val="005313B6"/>
    <w:rsid w:val="005400C5"/>
    <w:rsid w:val="00540E09"/>
    <w:rsid w:val="00541C7D"/>
    <w:rsid w:val="00543883"/>
    <w:rsid w:val="005457E0"/>
    <w:rsid w:val="005469E5"/>
    <w:rsid w:val="00554F74"/>
    <w:rsid w:val="00560038"/>
    <w:rsid w:val="00560334"/>
    <w:rsid w:val="00561055"/>
    <w:rsid w:val="00562550"/>
    <w:rsid w:val="00563EC2"/>
    <w:rsid w:val="005643B5"/>
    <w:rsid w:val="00565C7D"/>
    <w:rsid w:val="0057286E"/>
    <w:rsid w:val="00572F44"/>
    <w:rsid w:val="00573CE9"/>
    <w:rsid w:val="00577FA7"/>
    <w:rsid w:val="0058050D"/>
    <w:rsid w:val="005812EB"/>
    <w:rsid w:val="00582064"/>
    <w:rsid w:val="00582BE7"/>
    <w:rsid w:val="00586200"/>
    <w:rsid w:val="00586D44"/>
    <w:rsid w:val="00587721"/>
    <w:rsid w:val="00587773"/>
    <w:rsid w:val="00592529"/>
    <w:rsid w:val="00592891"/>
    <w:rsid w:val="00592EA9"/>
    <w:rsid w:val="00594A3D"/>
    <w:rsid w:val="00595705"/>
    <w:rsid w:val="005958AC"/>
    <w:rsid w:val="0059591B"/>
    <w:rsid w:val="00595ABB"/>
    <w:rsid w:val="00595BE9"/>
    <w:rsid w:val="005A01DC"/>
    <w:rsid w:val="005A1034"/>
    <w:rsid w:val="005A41AC"/>
    <w:rsid w:val="005A4550"/>
    <w:rsid w:val="005B0D8C"/>
    <w:rsid w:val="005B3A37"/>
    <w:rsid w:val="005B4838"/>
    <w:rsid w:val="005B5309"/>
    <w:rsid w:val="005B5933"/>
    <w:rsid w:val="005B6044"/>
    <w:rsid w:val="005B7844"/>
    <w:rsid w:val="005C2116"/>
    <w:rsid w:val="005C393A"/>
    <w:rsid w:val="005C5635"/>
    <w:rsid w:val="005C6C6C"/>
    <w:rsid w:val="005C73E7"/>
    <w:rsid w:val="005D5061"/>
    <w:rsid w:val="005D7048"/>
    <w:rsid w:val="005E0AA9"/>
    <w:rsid w:val="005E2A31"/>
    <w:rsid w:val="005E30D1"/>
    <w:rsid w:val="005E6951"/>
    <w:rsid w:val="005F0C3D"/>
    <w:rsid w:val="005F1CD2"/>
    <w:rsid w:val="005F391F"/>
    <w:rsid w:val="005F3C7C"/>
    <w:rsid w:val="005F72B9"/>
    <w:rsid w:val="005F733F"/>
    <w:rsid w:val="00610670"/>
    <w:rsid w:val="00611085"/>
    <w:rsid w:val="00613B66"/>
    <w:rsid w:val="00615AB9"/>
    <w:rsid w:val="00615C4D"/>
    <w:rsid w:val="0061636D"/>
    <w:rsid w:val="006176ED"/>
    <w:rsid w:val="00621564"/>
    <w:rsid w:val="00625E4E"/>
    <w:rsid w:val="00626CA9"/>
    <w:rsid w:val="0063011F"/>
    <w:rsid w:val="0063015F"/>
    <w:rsid w:val="0063034D"/>
    <w:rsid w:val="006307D0"/>
    <w:rsid w:val="00631F02"/>
    <w:rsid w:val="00631F42"/>
    <w:rsid w:val="00632DE4"/>
    <w:rsid w:val="00633706"/>
    <w:rsid w:val="00634D3F"/>
    <w:rsid w:val="00636C15"/>
    <w:rsid w:val="00636DBE"/>
    <w:rsid w:val="00640384"/>
    <w:rsid w:val="00642BF8"/>
    <w:rsid w:val="006441CF"/>
    <w:rsid w:val="00644204"/>
    <w:rsid w:val="006444C1"/>
    <w:rsid w:val="006463B7"/>
    <w:rsid w:val="00647729"/>
    <w:rsid w:val="00650AE8"/>
    <w:rsid w:val="00651287"/>
    <w:rsid w:val="00651668"/>
    <w:rsid w:val="00653639"/>
    <w:rsid w:val="0065564C"/>
    <w:rsid w:val="006568FF"/>
    <w:rsid w:val="006615E7"/>
    <w:rsid w:val="00661731"/>
    <w:rsid w:val="00661A94"/>
    <w:rsid w:val="006642C1"/>
    <w:rsid w:val="00664CF9"/>
    <w:rsid w:val="006653A6"/>
    <w:rsid w:val="00666BA6"/>
    <w:rsid w:val="00667312"/>
    <w:rsid w:val="00670E50"/>
    <w:rsid w:val="00671453"/>
    <w:rsid w:val="00674805"/>
    <w:rsid w:val="00675EF5"/>
    <w:rsid w:val="006768C5"/>
    <w:rsid w:val="006777AD"/>
    <w:rsid w:val="006800EA"/>
    <w:rsid w:val="00683033"/>
    <w:rsid w:val="00683E66"/>
    <w:rsid w:val="00684E4D"/>
    <w:rsid w:val="0068554D"/>
    <w:rsid w:val="00686638"/>
    <w:rsid w:val="00687C73"/>
    <w:rsid w:val="006927C8"/>
    <w:rsid w:val="0069590A"/>
    <w:rsid w:val="00695E4F"/>
    <w:rsid w:val="00695E69"/>
    <w:rsid w:val="00696655"/>
    <w:rsid w:val="00697109"/>
    <w:rsid w:val="0069757B"/>
    <w:rsid w:val="006A056C"/>
    <w:rsid w:val="006A1F38"/>
    <w:rsid w:val="006A2A79"/>
    <w:rsid w:val="006A3063"/>
    <w:rsid w:val="006A3983"/>
    <w:rsid w:val="006A4FF1"/>
    <w:rsid w:val="006A53F1"/>
    <w:rsid w:val="006B0E92"/>
    <w:rsid w:val="006B29D6"/>
    <w:rsid w:val="006B3392"/>
    <w:rsid w:val="006B355D"/>
    <w:rsid w:val="006B5B35"/>
    <w:rsid w:val="006C26C3"/>
    <w:rsid w:val="006C450F"/>
    <w:rsid w:val="006C540B"/>
    <w:rsid w:val="006D0BB8"/>
    <w:rsid w:val="006D2207"/>
    <w:rsid w:val="006D335D"/>
    <w:rsid w:val="006D3819"/>
    <w:rsid w:val="006D3FC3"/>
    <w:rsid w:val="006D48DB"/>
    <w:rsid w:val="006D5B15"/>
    <w:rsid w:val="006D73BA"/>
    <w:rsid w:val="006E042C"/>
    <w:rsid w:val="006E1455"/>
    <w:rsid w:val="006E227D"/>
    <w:rsid w:val="006E29C3"/>
    <w:rsid w:val="006E56FA"/>
    <w:rsid w:val="006E5D97"/>
    <w:rsid w:val="006E6A31"/>
    <w:rsid w:val="006F0A65"/>
    <w:rsid w:val="006F214A"/>
    <w:rsid w:val="006F370E"/>
    <w:rsid w:val="006F406E"/>
    <w:rsid w:val="006F40E8"/>
    <w:rsid w:val="006F4AB9"/>
    <w:rsid w:val="006F5FAE"/>
    <w:rsid w:val="006F6485"/>
    <w:rsid w:val="007027AC"/>
    <w:rsid w:val="00705D76"/>
    <w:rsid w:val="0070719E"/>
    <w:rsid w:val="00707813"/>
    <w:rsid w:val="007101F1"/>
    <w:rsid w:val="007126E7"/>
    <w:rsid w:val="00715C5C"/>
    <w:rsid w:val="00716CFA"/>
    <w:rsid w:val="00720010"/>
    <w:rsid w:val="00726542"/>
    <w:rsid w:val="0073093D"/>
    <w:rsid w:val="00731346"/>
    <w:rsid w:val="00731542"/>
    <w:rsid w:val="007340E4"/>
    <w:rsid w:val="00736740"/>
    <w:rsid w:val="00741451"/>
    <w:rsid w:val="00741C5E"/>
    <w:rsid w:val="0074292E"/>
    <w:rsid w:val="00742DF6"/>
    <w:rsid w:val="00746789"/>
    <w:rsid w:val="007509B8"/>
    <w:rsid w:val="00750F77"/>
    <w:rsid w:val="007511EC"/>
    <w:rsid w:val="00754D4B"/>
    <w:rsid w:val="007553F8"/>
    <w:rsid w:val="007562DF"/>
    <w:rsid w:val="007624E7"/>
    <w:rsid w:val="007638BA"/>
    <w:rsid w:val="00766271"/>
    <w:rsid w:val="00773612"/>
    <w:rsid w:val="007751D6"/>
    <w:rsid w:val="007756E0"/>
    <w:rsid w:val="007777C9"/>
    <w:rsid w:val="00780E28"/>
    <w:rsid w:val="0078256D"/>
    <w:rsid w:val="0078569E"/>
    <w:rsid w:val="0078588C"/>
    <w:rsid w:val="00787203"/>
    <w:rsid w:val="007872A3"/>
    <w:rsid w:val="0079195F"/>
    <w:rsid w:val="00791A12"/>
    <w:rsid w:val="00792653"/>
    <w:rsid w:val="00792CBC"/>
    <w:rsid w:val="007935CD"/>
    <w:rsid w:val="00793F06"/>
    <w:rsid w:val="0079668F"/>
    <w:rsid w:val="007978C9"/>
    <w:rsid w:val="00797DC0"/>
    <w:rsid w:val="007A1280"/>
    <w:rsid w:val="007A1A33"/>
    <w:rsid w:val="007A3604"/>
    <w:rsid w:val="007B2F55"/>
    <w:rsid w:val="007B3083"/>
    <w:rsid w:val="007B324F"/>
    <w:rsid w:val="007B4E2A"/>
    <w:rsid w:val="007B54DA"/>
    <w:rsid w:val="007C2228"/>
    <w:rsid w:val="007C2C35"/>
    <w:rsid w:val="007D0252"/>
    <w:rsid w:val="007D085A"/>
    <w:rsid w:val="007D2698"/>
    <w:rsid w:val="007D3CFD"/>
    <w:rsid w:val="007D7B00"/>
    <w:rsid w:val="007D7EFA"/>
    <w:rsid w:val="007E06EC"/>
    <w:rsid w:val="007E09F7"/>
    <w:rsid w:val="007E0E7D"/>
    <w:rsid w:val="007E3917"/>
    <w:rsid w:val="007E6C7E"/>
    <w:rsid w:val="007F0D85"/>
    <w:rsid w:val="007F1728"/>
    <w:rsid w:val="007F303D"/>
    <w:rsid w:val="007F3769"/>
    <w:rsid w:val="007F42EA"/>
    <w:rsid w:val="007F6661"/>
    <w:rsid w:val="007F6A9F"/>
    <w:rsid w:val="0080012D"/>
    <w:rsid w:val="008003C2"/>
    <w:rsid w:val="008017E3"/>
    <w:rsid w:val="00801ADC"/>
    <w:rsid w:val="00801F0A"/>
    <w:rsid w:val="008056BF"/>
    <w:rsid w:val="00806942"/>
    <w:rsid w:val="00806C1C"/>
    <w:rsid w:val="0080725C"/>
    <w:rsid w:val="00810B0A"/>
    <w:rsid w:val="00814347"/>
    <w:rsid w:val="008170F3"/>
    <w:rsid w:val="00817971"/>
    <w:rsid w:val="00821D55"/>
    <w:rsid w:val="0082263E"/>
    <w:rsid w:val="008226B6"/>
    <w:rsid w:val="0082314E"/>
    <w:rsid w:val="00823A60"/>
    <w:rsid w:val="00823B0E"/>
    <w:rsid w:val="00825B06"/>
    <w:rsid w:val="00825D4A"/>
    <w:rsid w:val="0082642C"/>
    <w:rsid w:val="0083048C"/>
    <w:rsid w:val="00834997"/>
    <w:rsid w:val="0084183B"/>
    <w:rsid w:val="008426F6"/>
    <w:rsid w:val="00846508"/>
    <w:rsid w:val="008514D0"/>
    <w:rsid w:val="00851F42"/>
    <w:rsid w:val="00852BE4"/>
    <w:rsid w:val="0085356C"/>
    <w:rsid w:val="00856852"/>
    <w:rsid w:val="008605FD"/>
    <w:rsid w:val="00860F10"/>
    <w:rsid w:val="00863110"/>
    <w:rsid w:val="0086366E"/>
    <w:rsid w:val="008676C9"/>
    <w:rsid w:val="00870DAB"/>
    <w:rsid w:val="00872E25"/>
    <w:rsid w:val="00874F47"/>
    <w:rsid w:val="0088143F"/>
    <w:rsid w:val="008820C3"/>
    <w:rsid w:val="00883E27"/>
    <w:rsid w:val="00885B37"/>
    <w:rsid w:val="00886A88"/>
    <w:rsid w:val="00887FF4"/>
    <w:rsid w:val="0089019F"/>
    <w:rsid w:val="008932C0"/>
    <w:rsid w:val="00896222"/>
    <w:rsid w:val="00896708"/>
    <w:rsid w:val="00896F1C"/>
    <w:rsid w:val="008973C6"/>
    <w:rsid w:val="00897C5A"/>
    <w:rsid w:val="008A0FB6"/>
    <w:rsid w:val="008A1A2A"/>
    <w:rsid w:val="008A3A81"/>
    <w:rsid w:val="008A46C0"/>
    <w:rsid w:val="008A4B29"/>
    <w:rsid w:val="008A5F8F"/>
    <w:rsid w:val="008A7C0D"/>
    <w:rsid w:val="008B0292"/>
    <w:rsid w:val="008B05D0"/>
    <w:rsid w:val="008B55EA"/>
    <w:rsid w:val="008C0E98"/>
    <w:rsid w:val="008C11C4"/>
    <w:rsid w:val="008C1EF5"/>
    <w:rsid w:val="008C42B1"/>
    <w:rsid w:val="008C4675"/>
    <w:rsid w:val="008C4C2E"/>
    <w:rsid w:val="008C6888"/>
    <w:rsid w:val="008C6C70"/>
    <w:rsid w:val="008C6F25"/>
    <w:rsid w:val="008C6FEB"/>
    <w:rsid w:val="008D15AE"/>
    <w:rsid w:val="008D23C3"/>
    <w:rsid w:val="008D28EC"/>
    <w:rsid w:val="008D42F4"/>
    <w:rsid w:val="008D6131"/>
    <w:rsid w:val="008D700C"/>
    <w:rsid w:val="008D7A40"/>
    <w:rsid w:val="008E047D"/>
    <w:rsid w:val="008E22A0"/>
    <w:rsid w:val="008E4111"/>
    <w:rsid w:val="008E4DA0"/>
    <w:rsid w:val="008E7C47"/>
    <w:rsid w:val="008F16E5"/>
    <w:rsid w:val="008F3A9F"/>
    <w:rsid w:val="008F51D7"/>
    <w:rsid w:val="008F6D2B"/>
    <w:rsid w:val="008F7574"/>
    <w:rsid w:val="00900396"/>
    <w:rsid w:val="009030E2"/>
    <w:rsid w:val="00907BDC"/>
    <w:rsid w:val="009103AC"/>
    <w:rsid w:val="00911369"/>
    <w:rsid w:val="00911FF9"/>
    <w:rsid w:val="0091214E"/>
    <w:rsid w:val="00912286"/>
    <w:rsid w:val="00917E36"/>
    <w:rsid w:val="00921409"/>
    <w:rsid w:val="00922422"/>
    <w:rsid w:val="00922908"/>
    <w:rsid w:val="00922D00"/>
    <w:rsid w:val="0092667B"/>
    <w:rsid w:val="00927B7F"/>
    <w:rsid w:val="00930E56"/>
    <w:rsid w:val="00931C5E"/>
    <w:rsid w:val="00933B4A"/>
    <w:rsid w:val="009359B0"/>
    <w:rsid w:val="00937297"/>
    <w:rsid w:val="009416C1"/>
    <w:rsid w:val="00943715"/>
    <w:rsid w:val="0094446B"/>
    <w:rsid w:val="0094574A"/>
    <w:rsid w:val="009459DC"/>
    <w:rsid w:val="0094757A"/>
    <w:rsid w:val="0095291A"/>
    <w:rsid w:val="009531FE"/>
    <w:rsid w:val="00954787"/>
    <w:rsid w:val="00955216"/>
    <w:rsid w:val="00955B04"/>
    <w:rsid w:val="00956BF8"/>
    <w:rsid w:val="009571ED"/>
    <w:rsid w:val="00957D49"/>
    <w:rsid w:val="009640D3"/>
    <w:rsid w:val="009645AB"/>
    <w:rsid w:val="009656F9"/>
    <w:rsid w:val="00965EF1"/>
    <w:rsid w:val="00966BF5"/>
    <w:rsid w:val="00970A12"/>
    <w:rsid w:val="009712BD"/>
    <w:rsid w:val="00974CC8"/>
    <w:rsid w:val="00976FCE"/>
    <w:rsid w:val="00984366"/>
    <w:rsid w:val="00984F2C"/>
    <w:rsid w:val="00985524"/>
    <w:rsid w:val="009867C6"/>
    <w:rsid w:val="0098701F"/>
    <w:rsid w:val="00993A68"/>
    <w:rsid w:val="00994CD2"/>
    <w:rsid w:val="00995FED"/>
    <w:rsid w:val="009978B4"/>
    <w:rsid w:val="00997F95"/>
    <w:rsid w:val="009A0EC4"/>
    <w:rsid w:val="009A3156"/>
    <w:rsid w:val="009A4930"/>
    <w:rsid w:val="009A51B4"/>
    <w:rsid w:val="009B32D6"/>
    <w:rsid w:val="009C0A10"/>
    <w:rsid w:val="009C0D93"/>
    <w:rsid w:val="009C1B5C"/>
    <w:rsid w:val="009C1FE8"/>
    <w:rsid w:val="009C2D82"/>
    <w:rsid w:val="009C330A"/>
    <w:rsid w:val="009C36F9"/>
    <w:rsid w:val="009C5E87"/>
    <w:rsid w:val="009D00E6"/>
    <w:rsid w:val="009D2570"/>
    <w:rsid w:val="009D2949"/>
    <w:rsid w:val="009D465E"/>
    <w:rsid w:val="009E194C"/>
    <w:rsid w:val="009E1D5F"/>
    <w:rsid w:val="009E2F38"/>
    <w:rsid w:val="009E4C4F"/>
    <w:rsid w:val="009F071F"/>
    <w:rsid w:val="009F0B01"/>
    <w:rsid w:val="009F0BD7"/>
    <w:rsid w:val="009F1AD0"/>
    <w:rsid w:val="009F1E5E"/>
    <w:rsid w:val="009F22D4"/>
    <w:rsid w:val="009F2CB4"/>
    <w:rsid w:val="009F314D"/>
    <w:rsid w:val="009F32C6"/>
    <w:rsid w:val="009F5B11"/>
    <w:rsid w:val="009F67A2"/>
    <w:rsid w:val="009F7914"/>
    <w:rsid w:val="009F7990"/>
    <w:rsid w:val="00A01DA6"/>
    <w:rsid w:val="00A032D6"/>
    <w:rsid w:val="00A03455"/>
    <w:rsid w:val="00A07402"/>
    <w:rsid w:val="00A1176A"/>
    <w:rsid w:val="00A13093"/>
    <w:rsid w:val="00A15AC4"/>
    <w:rsid w:val="00A16B8C"/>
    <w:rsid w:val="00A23024"/>
    <w:rsid w:val="00A23D20"/>
    <w:rsid w:val="00A23E7E"/>
    <w:rsid w:val="00A244A9"/>
    <w:rsid w:val="00A24F46"/>
    <w:rsid w:val="00A26B5A"/>
    <w:rsid w:val="00A313FC"/>
    <w:rsid w:val="00A3393B"/>
    <w:rsid w:val="00A37CBA"/>
    <w:rsid w:val="00A41BF3"/>
    <w:rsid w:val="00A43369"/>
    <w:rsid w:val="00A452DA"/>
    <w:rsid w:val="00A45CB2"/>
    <w:rsid w:val="00A50763"/>
    <w:rsid w:val="00A5095C"/>
    <w:rsid w:val="00A51281"/>
    <w:rsid w:val="00A51555"/>
    <w:rsid w:val="00A52DF6"/>
    <w:rsid w:val="00A536B3"/>
    <w:rsid w:val="00A53AF7"/>
    <w:rsid w:val="00A53CFD"/>
    <w:rsid w:val="00A54C6B"/>
    <w:rsid w:val="00A5561A"/>
    <w:rsid w:val="00A5615B"/>
    <w:rsid w:val="00A62BBA"/>
    <w:rsid w:val="00A66474"/>
    <w:rsid w:val="00A72022"/>
    <w:rsid w:val="00A725DE"/>
    <w:rsid w:val="00A73244"/>
    <w:rsid w:val="00A73BBF"/>
    <w:rsid w:val="00A75709"/>
    <w:rsid w:val="00A7655C"/>
    <w:rsid w:val="00A76E78"/>
    <w:rsid w:val="00A77243"/>
    <w:rsid w:val="00A77BDA"/>
    <w:rsid w:val="00A803AD"/>
    <w:rsid w:val="00A80B30"/>
    <w:rsid w:val="00A82E02"/>
    <w:rsid w:val="00A845FF"/>
    <w:rsid w:val="00A85A81"/>
    <w:rsid w:val="00A91187"/>
    <w:rsid w:val="00A92B24"/>
    <w:rsid w:val="00A93760"/>
    <w:rsid w:val="00A94753"/>
    <w:rsid w:val="00A94846"/>
    <w:rsid w:val="00A94BBA"/>
    <w:rsid w:val="00A9637F"/>
    <w:rsid w:val="00A9778E"/>
    <w:rsid w:val="00A978C4"/>
    <w:rsid w:val="00A97AF8"/>
    <w:rsid w:val="00AA08D5"/>
    <w:rsid w:val="00AA0D8B"/>
    <w:rsid w:val="00AA2429"/>
    <w:rsid w:val="00AA2F91"/>
    <w:rsid w:val="00AA3169"/>
    <w:rsid w:val="00AA3950"/>
    <w:rsid w:val="00AA5284"/>
    <w:rsid w:val="00AA53AB"/>
    <w:rsid w:val="00AA5567"/>
    <w:rsid w:val="00AA55AD"/>
    <w:rsid w:val="00AB152E"/>
    <w:rsid w:val="00AB17F2"/>
    <w:rsid w:val="00AB213A"/>
    <w:rsid w:val="00AB27AB"/>
    <w:rsid w:val="00AB4A4F"/>
    <w:rsid w:val="00AB63B5"/>
    <w:rsid w:val="00AB641F"/>
    <w:rsid w:val="00AB7D55"/>
    <w:rsid w:val="00AC3673"/>
    <w:rsid w:val="00AC38D3"/>
    <w:rsid w:val="00AC3EA5"/>
    <w:rsid w:val="00AC4CFA"/>
    <w:rsid w:val="00AC5659"/>
    <w:rsid w:val="00AC6051"/>
    <w:rsid w:val="00AD1797"/>
    <w:rsid w:val="00AD1BB8"/>
    <w:rsid w:val="00AD1EEE"/>
    <w:rsid w:val="00AD20FD"/>
    <w:rsid w:val="00AD4127"/>
    <w:rsid w:val="00AD69BD"/>
    <w:rsid w:val="00AD6A8E"/>
    <w:rsid w:val="00AE0A68"/>
    <w:rsid w:val="00AE232C"/>
    <w:rsid w:val="00AE5AB7"/>
    <w:rsid w:val="00AE61A9"/>
    <w:rsid w:val="00AE656C"/>
    <w:rsid w:val="00AF2710"/>
    <w:rsid w:val="00AF2EEE"/>
    <w:rsid w:val="00AF4E1F"/>
    <w:rsid w:val="00AF5578"/>
    <w:rsid w:val="00AF7245"/>
    <w:rsid w:val="00AF7531"/>
    <w:rsid w:val="00B010C2"/>
    <w:rsid w:val="00B019F7"/>
    <w:rsid w:val="00B02843"/>
    <w:rsid w:val="00B03690"/>
    <w:rsid w:val="00B03D1C"/>
    <w:rsid w:val="00B071CA"/>
    <w:rsid w:val="00B10EFE"/>
    <w:rsid w:val="00B147EE"/>
    <w:rsid w:val="00B148BE"/>
    <w:rsid w:val="00B159E4"/>
    <w:rsid w:val="00B15B7D"/>
    <w:rsid w:val="00B167A4"/>
    <w:rsid w:val="00B205D1"/>
    <w:rsid w:val="00B225B7"/>
    <w:rsid w:val="00B2538E"/>
    <w:rsid w:val="00B2700C"/>
    <w:rsid w:val="00B27AB4"/>
    <w:rsid w:val="00B33178"/>
    <w:rsid w:val="00B33352"/>
    <w:rsid w:val="00B372B1"/>
    <w:rsid w:val="00B374EA"/>
    <w:rsid w:val="00B37DED"/>
    <w:rsid w:val="00B40B83"/>
    <w:rsid w:val="00B41605"/>
    <w:rsid w:val="00B435DE"/>
    <w:rsid w:val="00B43786"/>
    <w:rsid w:val="00B46BC4"/>
    <w:rsid w:val="00B47DF2"/>
    <w:rsid w:val="00B50A14"/>
    <w:rsid w:val="00B52E36"/>
    <w:rsid w:val="00B613C8"/>
    <w:rsid w:val="00B62268"/>
    <w:rsid w:val="00B658D2"/>
    <w:rsid w:val="00B660D5"/>
    <w:rsid w:val="00B666DA"/>
    <w:rsid w:val="00B67059"/>
    <w:rsid w:val="00B6717E"/>
    <w:rsid w:val="00B70437"/>
    <w:rsid w:val="00B706A0"/>
    <w:rsid w:val="00B711E1"/>
    <w:rsid w:val="00B720AD"/>
    <w:rsid w:val="00B723BD"/>
    <w:rsid w:val="00B76852"/>
    <w:rsid w:val="00B76FAF"/>
    <w:rsid w:val="00B77B05"/>
    <w:rsid w:val="00B80005"/>
    <w:rsid w:val="00B83559"/>
    <w:rsid w:val="00B84516"/>
    <w:rsid w:val="00B849A3"/>
    <w:rsid w:val="00B90000"/>
    <w:rsid w:val="00B91F4E"/>
    <w:rsid w:val="00B93412"/>
    <w:rsid w:val="00B95A63"/>
    <w:rsid w:val="00B96B1F"/>
    <w:rsid w:val="00BA1E60"/>
    <w:rsid w:val="00BA3854"/>
    <w:rsid w:val="00BA4BC6"/>
    <w:rsid w:val="00BA6E8E"/>
    <w:rsid w:val="00BB35E1"/>
    <w:rsid w:val="00BB4338"/>
    <w:rsid w:val="00BB5499"/>
    <w:rsid w:val="00BB64C6"/>
    <w:rsid w:val="00BB7116"/>
    <w:rsid w:val="00BC167A"/>
    <w:rsid w:val="00BC2276"/>
    <w:rsid w:val="00BC2407"/>
    <w:rsid w:val="00BC28C5"/>
    <w:rsid w:val="00BC2FB9"/>
    <w:rsid w:val="00BC4295"/>
    <w:rsid w:val="00BC4626"/>
    <w:rsid w:val="00BD14CF"/>
    <w:rsid w:val="00BD1804"/>
    <w:rsid w:val="00BD3ED8"/>
    <w:rsid w:val="00BD60FD"/>
    <w:rsid w:val="00BD655E"/>
    <w:rsid w:val="00BE0069"/>
    <w:rsid w:val="00BE2D98"/>
    <w:rsid w:val="00BE366B"/>
    <w:rsid w:val="00BE5589"/>
    <w:rsid w:val="00BE5EE2"/>
    <w:rsid w:val="00BE66A4"/>
    <w:rsid w:val="00BE6AF4"/>
    <w:rsid w:val="00BE79EA"/>
    <w:rsid w:val="00BF062B"/>
    <w:rsid w:val="00BF0DE6"/>
    <w:rsid w:val="00BF485A"/>
    <w:rsid w:val="00BF6621"/>
    <w:rsid w:val="00C036CA"/>
    <w:rsid w:val="00C04561"/>
    <w:rsid w:val="00C052F1"/>
    <w:rsid w:val="00C07DFA"/>
    <w:rsid w:val="00C106DF"/>
    <w:rsid w:val="00C123E5"/>
    <w:rsid w:val="00C12F92"/>
    <w:rsid w:val="00C1376D"/>
    <w:rsid w:val="00C13C86"/>
    <w:rsid w:val="00C142F4"/>
    <w:rsid w:val="00C14E7B"/>
    <w:rsid w:val="00C21245"/>
    <w:rsid w:val="00C21B15"/>
    <w:rsid w:val="00C250F3"/>
    <w:rsid w:val="00C253A7"/>
    <w:rsid w:val="00C2771C"/>
    <w:rsid w:val="00C30D62"/>
    <w:rsid w:val="00C312B0"/>
    <w:rsid w:val="00C33FD1"/>
    <w:rsid w:val="00C3488B"/>
    <w:rsid w:val="00C34C70"/>
    <w:rsid w:val="00C369AF"/>
    <w:rsid w:val="00C36CAA"/>
    <w:rsid w:val="00C40AED"/>
    <w:rsid w:val="00C42D61"/>
    <w:rsid w:val="00C44637"/>
    <w:rsid w:val="00C459EA"/>
    <w:rsid w:val="00C501F4"/>
    <w:rsid w:val="00C50691"/>
    <w:rsid w:val="00C50706"/>
    <w:rsid w:val="00C56187"/>
    <w:rsid w:val="00C56370"/>
    <w:rsid w:val="00C57346"/>
    <w:rsid w:val="00C641DA"/>
    <w:rsid w:val="00C64250"/>
    <w:rsid w:val="00C65570"/>
    <w:rsid w:val="00C66C2F"/>
    <w:rsid w:val="00C67401"/>
    <w:rsid w:val="00C72199"/>
    <w:rsid w:val="00C725C7"/>
    <w:rsid w:val="00C72CDD"/>
    <w:rsid w:val="00C73E80"/>
    <w:rsid w:val="00C74265"/>
    <w:rsid w:val="00C7666F"/>
    <w:rsid w:val="00C76EBC"/>
    <w:rsid w:val="00C77044"/>
    <w:rsid w:val="00C7780F"/>
    <w:rsid w:val="00C81927"/>
    <w:rsid w:val="00C82318"/>
    <w:rsid w:val="00C8484E"/>
    <w:rsid w:val="00C905FE"/>
    <w:rsid w:val="00C94F05"/>
    <w:rsid w:val="00C95F7C"/>
    <w:rsid w:val="00C96F24"/>
    <w:rsid w:val="00C979EF"/>
    <w:rsid w:val="00CA1092"/>
    <w:rsid w:val="00CA24D0"/>
    <w:rsid w:val="00CA5B9C"/>
    <w:rsid w:val="00CA5D4C"/>
    <w:rsid w:val="00CA69A2"/>
    <w:rsid w:val="00CA6F52"/>
    <w:rsid w:val="00CA7D59"/>
    <w:rsid w:val="00CA7DB1"/>
    <w:rsid w:val="00CB01A9"/>
    <w:rsid w:val="00CB4659"/>
    <w:rsid w:val="00CB581A"/>
    <w:rsid w:val="00CB5F68"/>
    <w:rsid w:val="00CB68AB"/>
    <w:rsid w:val="00CC0487"/>
    <w:rsid w:val="00CC0D5A"/>
    <w:rsid w:val="00CC3B70"/>
    <w:rsid w:val="00CC43FE"/>
    <w:rsid w:val="00CD0DB1"/>
    <w:rsid w:val="00CD12D7"/>
    <w:rsid w:val="00CD3C6D"/>
    <w:rsid w:val="00CD3E2A"/>
    <w:rsid w:val="00CD4361"/>
    <w:rsid w:val="00CD6A77"/>
    <w:rsid w:val="00CD7CC8"/>
    <w:rsid w:val="00CE11A6"/>
    <w:rsid w:val="00CE2091"/>
    <w:rsid w:val="00CE3643"/>
    <w:rsid w:val="00CE49E2"/>
    <w:rsid w:val="00CE51FD"/>
    <w:rsid w:val="00CE6C83"/>
    <w:rsid w:val="00CE7DAC"/>
    <w:rsid w:val="00CF0B63"/>
    <w:rsid w:val="00CF3179"/>
    <w:rsid w:val="00CF3B85"/>
    <w:rsid w:val="00CF3D2C"/>
    <w:rsid w:val="00CF76BA"/>
    <w:rsid w:val="00D00EFD"/>
    <w:rsid w:val="00D012DB"/>
    <w:rsid w:val="00D019E7"/>
    <w:rsid w:val="00D01D21"/>
    <w:rsid w:val="00D01EDE"/>
    <w:rsid w:val="00D03A7B"/>
    <w:rsid w:val="00D05E1D"/>
    <w:rsid w:val="00D07B8C"/>
    <w:rsid w:val="00D10658"/>
    <w:rsid w:val="00D106AD"/>
    <w:rsid w:val="00D120B9"/>
    <w:rsid w:val="00D12DA9"/>
    <w:rsid w:val="00D13FDF"/>
    <w:rsid w:val="00D20230"/>
    <w:rsid w:val="00D2106C"/>
    <w:rsid w:val="00D21403"/>
    <w:rsid w:val="00D22403"/>
    <w:rsid w:val="00D23828"/>
    <w:rsid w:val="00D2553D"/>
    <w:rsid w:val="00D275D3"/>
    <w:rsid w:val="00D27D32"/>
    <w:rsid w:val="00D33938"/>
    <w:rsid w:val="00D3420D"/>
    <w:rsid w:val="00D362B3"/>
    <w:rsid w:val="00D36C97"/>
    <w:rsid w:val="00D40BBD"/>
    <w:rsid w:val="00D41655"/>
    <w:rsid w:val="00D42338"/>
    <w:rsid w:val="00D436B3"/>
    <w:rsid w:val="00D460E0"/>
    <w:rsid w:val="00D467FA"/>
    <w:rsid w:val="00D46DAA"/>
    <w:rsid w:val="00D46EB7"/>
    <w:rsid w:val="00D478BD"/>
    <w:rsid w:val="00D52D90"/>
    <w:rsid w:val="00D53923"/>
    <w:rsid w:val="00D549CA"/>
    <w:rsid w:val="00D55ABB"/>
    <w:rsid w:val="00D569F4"/>
    <w:rsid w:val="00D57C77"/>
    <w:rsid w:val="00D66414"/>
    <w:rsid w:val="00D67D8E"/>
    <w:rsid w:val="00D708A2"/>
    <w:rsid w:val="00D72A0D"/>
    <w:rsid w:val="00D73F99"/>
    <w:rsid w:val="00D77ABB"/>
    <w:rsid w:val="00D83239"/>
    <w:rsid w:val="00D83E28"/>
    <w:rsid w:val="00D846ED"/>
    <w:rsid w:val="00D8589F"/>
    <w:rsid w:val="00D86B35"/>
    <w:rsid w:val="00D87839"/>
    <w:rsid w:val="00D918A6"/>
    <w:rsid w:val="00D91BEC"/>
    <w:rsid w:val="00D933A9"/>
    <w:rsid w:val="00D936A2"/>
    <w:rsid w:val="00D96D88"/>
    <w:rsid w:val="00D97297"/>
    <w:rsid w:val="00DA1C36"/>
    <w:rsid w:val="00DA3408"/>
    <w:rsid w:val="00DA3EB9"/>
    <w:rsid w:val="00DA41E2"/>
    <w:rsid w:val="00DA72BC"/>
    <w:rsid w:val="00DA757C"/>
    <w:rsid w:val="00DB0E00"/>
    <w:rsid w:val="00DC0CB3"/>
    <w:rsid w:val="00DC538C"/>
    <w:rsid w:val="00DC5D5F"/>
    <w:rsid w:val="00DD0890"/>
    <w:rsid w:val="00DD245F"/>
    <w:rsid w:val="00DD2CF2"/>
    <w:rsid w:val="00DD7884"/>
    <w:rsid w:val="00DD7B92"/>
    <w:rsid w:val="00DE29B1"/>
    <w:rsid w:val="00DE3766"/>
    <w:rsid w:val="00DE4F93"/>
    <w:rsid w:val="00DF0D9B"/>
    <w:rsid w:val="00E0083F"/>
    <w:rsid w:val="00E00961"/>
    <w:rsid w:val="00E01C8D"/>
    <w:rsid w:val="00E034C2"/>
    <w:rsid w:val="00E03C22"/>
    <w:rsid w:val="00E04CED"/>
    <w:rsid w:val="00E051A5"/>
    <w:rsid w:val="00E058A5"/>
    <w:rsid w:val="00E060CF"/>
    <w:rsid w:val="00E076D7"/>
    <w:rsid w:val="00E10304"/>
    <w:rsid w:val="00E1056A"/>
    <w:rsid w:val="00E12675"/>
    <w:rsid w:val="00E14CA5"/>
    <w:rsid w:val="00E15119"/>
    <w:rsid w:val="00E1587C"/>
    <w:rsid w:val="00E16038"/>
    <w:rsid w:val="00E17781"/>
    <w:rsid w:val="00E2072B"/>
    <w:rsid w:val="00E221EF"/>
    <w:rsid w:val="00E2356A"/>
    <w:rsid w:val="00E24D03"/>
    <w:rsid w:val="00E24F70"/>
    <w:rsid w:val="00E24FCF"/>
    <w:rsid w:val="00E27112"/>
    <w:rsid w:val="00E344C2"/>
    <w:rsid w:val="00E37698"/>
    <w:rsid w:val="00E37826"/>
    <w:rsid w:val="00E37A3E"/>
    <w:rsid w:val="00E41791"/>
    <w:rsid w:val="00E42C90"/>
    <w:rsid w:val="00E42E1D"/>
    <w:rsid w:val="00E43465"/>
    <w:rsid w:val="00E44C4D"/>
    <w:rsid w:val="00E46367"/>
    <w:rsid w:val="00E464D4"/>
    <w:rsid w:val="00E50387"/>
    <w:rsid w:val="00E51543"/>
    <w:rsid w:val="00E522F4"/>
    <w:rsid w:val="00E52965"/>
    <w:rsid w:val="00E5498A"/>
    <w:rsid w:val="00E56CBC"/>
    <w:rsid w:val="00E60BA3"/>
    <w:rsid w:val="00E64422"/>
    <w:rsid w:val="00E67282"/>
    <w:rsid w:val="00E700FF"/>
    <w:rsid w:val="00E72AAD"/>
    <w:rsid w:val="00E7680B"/>
    <w:rsid w:val="00E8098E"/>
    <w:rsid w:val="00E84396"/>
    <w:rsid w:val="00E844A1"/>
    <w:rsid w:val="00E865F4"/>
    <w:rsid w:val="00E8686B"/>
    <w:rsid w:val="00E86FF2"/>
    <w:rsid w:val="00E8722E"/>
    <w:rsid w:val="00E87F3D"/>
    <w:rsid w:val="00E903BC"/>
    <w:rsid w:val="00E91176"/>
    <w:rsid w:val="00E916D8"/>
    <w:rsid w:val="00E916EB"/>
    <w:rsid w:val="00E92DD6"/>
    <w:rsid w:val="00E933D5"/>
    <w:rsid w:val="00E94352"/>
    <w:rsid w:val="00E94A66"/>
    <w:rsid w:val="00E9588C"/>
    <w:rsid w:val="00EA021F"/>
    <w:rsid w:val="00EA04FB"/>
    <w:rsid w:val="00EA123D"/>
    <w:rsid w:val="00EA4127"/>
    <w:rsid w:val="00EA4B22"/>
    <w:rsid w:val="00EA5642"/>
    <w:rsid w:val="00EA5B66"/>
    <w:rsid w:val="00EB01C8"/>
    <w:rsid w:val="00EB13BB"/>
    <w:rsid w:val="00EB417B"/>
    <w:rsid w:val="00EB4339"/>
    <w:rsid w:val="00EB47F7"/>
    <w:rsid w:val="00EB4CF4"/>
    <w:rsid w:val="00EB4FED"/>
    <w:rsid w:val="00EB5571"/>
    <w:rsid w:val="00EB6272"/>
    <w:rsid w:val="00EC0C8D"/>
    <w:rsid w:val="00EC0D8A"/>
    <w:rsid w:val="00EC18B7"/>
    <w:rsid w:val="00EC391E"/>
    <w:rsid w:val="00EC6C57"/>
    <w:rsid w:val="00EC76FF"/>
    <w:rsid w:val="00ED0404"/>
    <w:rsid w:val="00ED0AC4"/>
    <w:rsid w:val="00ED1467"/>
    <w:rsid w:val="00ED4054"/>
    <w:rsid w:val="00ED63F7"/>
    <w:rsid w:val="00ED6C42"/>
    <w:rsid w:val="00ED6C60"/>
    <w:rsid w:val="00ED749A"/>
    <w:rsid w:val="00EE0089"/>
    <w:rsid w:val="00EE0D79"/>
    <w:rsid w:val="00EE4F93"/>
    <w:rsid w:val="00EE65E5"/>
    <w:rsid w:val="00EF012B"/>
    <w:rsid w:val="00EF1E78"/>
    <w:rsid w:val="00EF22EA"/>
    <w:rsid w:val="00EF5901"/>
    <w:rsid w:val="00EF5CEA"/>
    <w:rsid w:val="00EF603B"/>
    <w:rsid w:val="00EF63B2"/>
    <w:rsid w:val="00F027A7"/>
    <w:rsid w:val="00F03398"/>
    <w:rsid w:val="00F0427B"/>
    <w:rsid w:val="00F0495F"/>
    <w:rsid w:val="00F04FA4"/>
    <w:rsid w:val="00F04FD0"/>
    <w:rsid w:val="00F058FB"/>
    <w:rsid w:val="00F069F1"/>
    <w:rsid w:val="00F06B59"/>
    <w:rsid w:val="00F06D7C"/>
    <w:rsid w:val="00F07061"/>
    <w:rsid w:val="00F07070"/>
    <w:rsid w:val="00F07DAF"/>
    <w:rsid w:val="00F12D81"/>
    <w:rsid w:val="00F13602"/>
    <w:rsid w:val="00F15524"/>
    <w:rsid w:val="00F1614B"/>
    <w:rsid w:val="00F163E6"/>
    <w:rsid w:val="00F169FA"/>
    <w:rsid w:val="00F20A97"/>
    <w:rsid w:val="00F227CD"/>
    <w:rsid w:val="00F30071"/>
    <w:rsid w:val="00F335A0"/>
    <w:rsid w:val="00F340EB"/>
    <w:rsid w:val="00F348A2"/>
    <w:rsid w:val="00F355C2"/>
    <w:rsid w:val="00F404EE"/>
    <w:rsid w:val="00F40E7C"/>
    <w:rsid w:val="00F42C78"/>
    <w:rsid w:val="00F47205"/>
    <w:rsid w:val="00F473B1"/>
    <w:rsid w:val="00F47AC8"/>
    <w:rsid w:val="00F6204E"/>
    <w:rsid w:val="00F62C31"/>
    <w:rsid w:val="00F63D3B"/>
    <w:rsid w:val="00F64CE0"/>
    <w:rsid w:val="00F65993"/>
    <w:rsid w:val="00F714F2"/>
    <w:rsid w:val="00F7336F"/>
    <w:rsid w:val="00F73931"/>
    <w:rsid w:val="00F73ADA"/>
    <w:rsid w:val="00F7432D"/>
    <w:rsid w:val="00F77AF0"/>
    <w:rsid w:val="00F81231"/>
    <w:rsid w:val="00F81373"/>
    <w:rsid w:val="00F81C3B"/>
    <w:rsid w:val="00F81F14"/>
    <w:rsid w:val="00F82137"/>
    <w:rsid w:val="00F83397"/>
    <w:rsid w:val="00F86787"/>
    <w:rsid w:val="00F86DBC"/>
    <w:rsid w:val="00F86F70"/>
    <w:rsid w:val="00F87CA1"/>
    <w:rsid w:val="00F90B49"/>
    <w:rsid w:val="00F914A0"/>
    <w:rsid w:val="00F92BA2"/>
    <w:rsid w:val="00F967A5"/>
    <w:rsid w:val="00F97B41"/>
    <w:rsid w:val="00FA6E73"/>
    <w:rsid w:val="00FB039E"/>
    <w:rsid w:val="00FB173C"/>
    <w:rsid w:val="00FB17B1"/>
    <w:rsid w:val="00FB20CB"/>
    <w:rsid w:val="00FB3017"/>
    <w:rsid w:val="00FB37E0"/>
    <w:rsid w:val="00FB4E3C"/>
    <w:rsid w:val="00FB51D2"/>
    <w:rsid w:val="00FB7E9F"/>
    <w:rsid w:val="00FC084C"/>
    <w:rsid w:val="00FC4914"/>
    <w:rsid w:val="00FC59AB"/>
    <w:rsid w:val="00FC5BDE"/>
    <w:rsid w:val="00FC5C0D"/>
    <w:rsid w:val="00FC6046"/>
    <w:rsid w:val="00FC7375"/>
    <w:rsid w:val="00FD08DD"/>
    <w:rsid w:val="00FD5001"/>
    <w:rsid w:val="00FD586D"/>
    <w:rsid w:val="00FD6C75"/>
    <w:rsid w:val="00FD6D80"/>
    <w:rsid w:val="00FD6F0B"/>
    <w:rsid w:val="00FD7113"/>
    <w:rsid w:val="00FE364E"/>
    <w:rsid w:val="00FE426C"/>
    <w:rsid w:val="00FE4EAB"/>
    <w:rsid w:val="00FE56A1"/>
    <w:rsid w:val="00FF4A60"/>
    <w:rsid w:val="00F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8FC4CF"/>
  <w15:docId w15:val="{766CC05B-3DAB-4E67-919E-E86D52CD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9"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locked/>
    <w:rsid w:val="008003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003C2"/>
    <w:rPr>
      <w:rFonts w:ascii="Courier New" w:hAnsi="Courier New" w:cs="Courier New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locked/>
    <w:rsid w:val="00A52DF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52DF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nhideWhenUsed/>
    <w:locked/>
    <w:rsid w:val="00A52DF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52DF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9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9895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26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19895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34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2103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cquistibeni@aressardegna.it" TargetMode="External"/><Relationship Id="rId2" Type="http://schemas.openxmlformats.org/officeDocument/2006/relationships/hyperlink" Target="mailto:acquistodibeni@pec.aressardegna.it" TargetMode="External"/><Relationship Id="rId1" Type="http://schemas.openxmlformats.org/officeDocument/2006/relationships/hyperlink" Target="mailto:acquistibeni@aressardegna.it" TargetMode="External"/><Relationship Id="rId5" Type="http://schemas.openxmlformats.org/officeDocument/2006/relationships/image" Target="media/image2.jpeg"/><Relationship Id="rId4" Type="http://schemas.openxmlformats.org/officeDocument/2006/relationships/hyperlink" Target="mailto:acquistodibeni@pec.aressar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14051\Dati%20applicazioni\Microsoft\Modelli\SI%20Carta%20Intestat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90A66-3AFB-487B-8B4D-88FE4E79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Carta Intestata </Template>
  <TotalTime>2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ASL1SS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Luca Cotza</cp:lastModifiedBy>
  <cp:revision>5</cp:revision>
  <cp:lastPrinted>2023-09-21T13:07:00Z</cp:lastPrinted>
  <dcterms:created xsi:type="dcterms:W3CDTF">2025-10-23T08:12:00Z</dcterms:created>
  <dcterms:modified xsi:type="dcterms:W3CDTF">2025-10-27T09:38:00Z</dcterms:modified>
</cp:coreProperties>
</file>